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svg" ContentType="image/svg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B02B7C" w14:textId="77777777" w:rsidR="00DA145B" w:rsidRDefault="00DA145B">
      <w:r>
        <w:rPr>
          <w:rFonts w:ascii="Arial" w:hAnsi="Arial" w:cs="Arial"/>
          <w:noProof/>
          <w:color w:val="E1C382"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F012935" wp14:editId="1A96D8EE">
                <wp:simplePos x="0" y="0"/>
                <wp:positionH relativeFrom="column">
                  <wp:posOffset>3390900</wp:posOffset>
                </wp:positionH>
                <wp:positionV relativeFrom="paragraph">
                  <wp:posOffset>1206500</wp:posOffset>
                </wp:positionV>
                <wp:extent cx="2184400" cy="26416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4400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E0BF84" w14:textId="77777777" w:rsidR="00405CC6" w:rsidRPr="00DA145B" w:rsidRDefault="00350D2C" w:rsidP="00405CC6">
                            <w:pPr>
                              <w:jc w:val="center"/>
                              <w:rPr>
                                <w:rStyle w:val="Hiperhivatkozs"/>
                                <w:rFonts w:ascii="Arial" w:hAnsi="Arial" w:cs="Arial"/>
                                <w:color w:val="E1C382"/>
                                <w:sz w:val="24"/>
                                <w:szCs w:val="24"/>
                                <w:u w:val="none"/>
                              </w:rPr>
                            </w:pPr>
                            <w:hyperlink r:id="rId7" w:history="1">
                              <w:r w:rsidR="00405CC6" w:rsidRPr="00DA145B">
                                <w:rPr>
                                  <w:rStyle w:val="Hiperhivatkozs"/>
                                  <w:rFonts w:ascii="Arial" w:hAnsi="Arial" w:cs="Arial"/>
                                  <w:color w:val="E1C382"/>
                                  <w:sz w:val="24"/>
                                  <w:szCs w:val="24"/>
                                  <w:u w:val="none"/>
                                </w:rPr>
                                <w:t>kiss.anita.flora@gmail.com</w:t>
                              </w:r>
                            </w:hyperlink>
                          </w:p>
                          <w:p w14:paraId="761FD67C" w14:textId="77777777" w:rsidR="0041327A" w:rsidRDefault="0041327A" w:rsidP="00405CC6">
                            <w:pPr>
                              <w:jc w:val="center"/>
                              <w:rPr>
                                <w:rStyle w:val="Hiperhivatkozs"/>
                                <w:rFonts w:ascii="Arial" w:hAnsi="Arial" w:cs="Arial"/>
                                <w:color w:val="E1C382"/>
                                <w:sz w:val="20"/>
                                <w:szCs w:val="20"/>
                                <w:u w:val="none"/>
                              </w:rPr>
                            </w:pPr>
                          </w:p>
                          <w:p w14:paraId="3E744157" w14:textId="77777777" w:rsidR="0041327A" w:rsidRDefault="0041327A" w:rsidP="00405CC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margin-left:267pt;margin-top:95pt;width:172pt;height:20.8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" filled="f" stroked="f" strokeweight=".5pt">
                <v:textbox>
                  <w:txbxContent>
                    <w:p w:rsidR="00405CC6" w:rsidRPr="00DA145B" w:rsidRDefault="002448DB" w:rsidP="00405CC6">
                      <w:pPr>
                        <w:jc w:val="center"/>
                        <w:rPr>
                          <w:rStyle w:val="Hiperhivatkozs"/>
                          <w:rFonts w:ascii="Arial" w:hAnsi="Arial" w:cs="Arial"/>
                          <w:color w:val="E1C382"/>
                          <w:sz w:val="24"/>
                          <w:szCs w:val="24"/>
                          <w:u w:val="none"/>
                        </w:rPr>
                      </w:pPr>
                      <w:hyperlink r:id="rId8" w:history="1">
                        <w:r w:rsidR="00405CC6" w:rsidRPr="00DA145B">
                          <w:rPr>
                            <w:rStyle w:val="Hiperhivatkozs"/>
                            <w:rFonts w:ascii="Arial" w:hAnsi="Arial" w:cs="Arial"/>
                            <w:color w:val="E1C382"/>
                            <w:sz w:val="24"/>
                            <w:szCs w:val="24"/>
                            <w:u w:val="none"/>
                          </w:rPr>
                          <w:t>kiss.anita.flora@gmail.com</w:t>
                        </w:r>
                      </w:hyperlink>
                    </w:p>
                    <w:p w:rsidR="0041327A" w:rsidRDefault="0041327A" w:rsidP="00405CC6">
                      <w:pPr>
                        <w:jc w:val="center"/>
                        <w:rPr>
                          <w:rStyle w:val="Hiperhivatkozs"/>
                          <w:rFonts w:ascii="Arial" w:hAnsi="Arial" w:cs="Arial"/>
                          <w:color w:val="E1C382"/>
                          <w:sz w:val="20"/>
                          <w:szCs w:val="20"/>
                          <w:u w:val="none"/>
                        </w:rPr>
                      </w:pPr>
                    </w:p>
                    <w:p w:rsidR="0041327A" w:rsidRDefault="0041327A" w:rsidP="00405CC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E1C382"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80CF3E9" wp14:editId="13F5F622">
                <wp:simplePos x="0" y="0"/>
                <wp:positionH relativeFrom="margin">
                  <wp:posOffset>1394460</wp:posOffset>
                </wp:positionH>
                <wp:positionV relativeFrom="paragraph">
                  <wp:posOffset>1200150</wp:posOffset>
                </wp:positionV>
                <wp:extent cx="1985645" cy="264160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564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A34E42" w14:textId="77777777" w:rsidR="00405CC6" w:rsidRPr="00F612C1" w:rsidRDefault="00405CC6" w:rsidP="00405CC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F612C1">
                              <w:rPr>
                                <w:rFonts w:ascii="Arial" w:hAnsi="Arial" w:cs="Arial"/>
                                <w:color w:val="E1C382"/>
                                <w:sz w:val="24"/>
                                <w:szCs w:val="24"/>
                              </w:rPr>
                              <w:t>+36 30 456 78 91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2A88A8A" id="Text Box 33" o:spid="_x0000_s1027" type="#_x0000_t202" style="position:absolute;margin-left:109.8pt;margin-top:94.5pt;width:156.35pt;height:20.8pt;z-index:2517196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" filled="f" stroked="f" strokeweight=".5pt">
                <v:textbox>
                  <w:txbxContent>
                    <w:p w:rsidR="00405CC6" w:rsidRPr="00F612C1" w:rsidRDefault="00405CC6" w:rsidP="00405CC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F612C1">
                        <w:rPr>
                          <w:rFonts w:ascii="Arial" w:hAnsi="Arial" w:cs="Arial"/>
                          <w:color w:val="E1C382"/>
                          <w:sz w:val="24"/>
                          <w:szCs w:val="24"/>
                        </w:rPr>
                        <w:t>+36 30 456 78 91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hu-HU"/>
        </w:rPr>
        <w:drawing>
          <wp:anchor distT="0" distB="0" distL="114300" distR="114300" simplePos="0" relativeHeight="251780096" behindDoc="1" locked="0" layoutInCell="1" allowOverlap="1" wp14:anchorId="5DF02A93" wp14:editId="619E3A64">
            <wp:simplePos x="0" y="0"/>
            <wp:positionH relativeFrom="column">
              <wp:posOffset>101600</wp:posOffset>
            </wp:positionH>
            <wp:positionV relativeFrom="paragraph">
              <wp:posOffset>12700</wp:posOffset>
            </wp:positionV>
            <wp:extent cx="1047115" cy="990600"/>
            <wp:effectExtent l="12700" t="12700" r="6985" b="12700"/>
            <wp:wrapSquare wrapText="bothSides"/>
            <wp:docPr id="16" name="Picture 16" descr="A person looking at the camer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dorable-adult-attractive-2467388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500" r="17082"/>
                    <a:stretch/>
                  </pic:blipFill>
                  <pic:spPr bwMode="auto">
                    <a:xfrm>
                      <a:off x="0" y="0"/>
                      <a:ext cx="1047115" cy="990600"/>
                    </a:xfrm>
                    <a:prstGeom prst="rect">
                      <a:avLst/>
                    </a:prstGeom>
                    <a:ln w="6350">
                      <a:solidFill>
                        <a:srgbClr val="E1C382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Rcsostblzat"/>
        <w:tblpPr w:leftFromText="141" w:rightFromText="141" w:vertAnchor="page" w:horzAnchor="margin" w:tblpXSpec="right" w:tblpY="841"/>
        <w:tblW w:w="8347" w:type="dxa"/>
        <w:tblBorders>
          <w:top w:val="single" w:sz="6" w:space="0" w:color="BEA671"/>
          <w:left w:val="single" w:sz="6" w:space="0" w:color="BEA671"/>
          <w:bottom w:val="single" w:sz="6" w:space="0" w:color="BEA671"/>
          <w:right w:val="single" w:sz="6" w:space="0" w:color="BEA671"/>
          <w:insideH w:val="single" w:sz="6" w:space="0" w:color="BEA671"/>
          <w:insideV w:val="single" w:sz="6" w:space="0" w:color="BEA671"/>
        </w:tblBorders>
        <w:tblLook w:val="04A0" w:firstRow="1" w:lastRow="0" w:firstColumn="1" w:lastColumn="0" w:noHBand="0" w:noVBand="1"/>
      </w:tblPr>
      <w:tblGrid>
        <w:gridCol w:w="8347"/>
      </w:tblGrid>
      <w:tr w:rsidR="00DA145B" w:rsidRPr="00CF4BDD" w14:paraId="244A30D4" w14:textId="77777777" w:rsidTr="00DA145B">
        <w:trPr>
          <w:trHeight w:val="96"/>
        </w:trPr>
        <w:tc>
          <w:tcPr>
            <w:tcW w:w="8347" w:type="dxa"/>
            <w:tcBorders>
              <w:top w:val="single" w:sz="6" w:space="0" w:color="E1C382"/>
              <w:left w:val="single" w:sz="6" w:space="0" w:color="E1C382"/>
              <w:bottom w:val="single" w:sz="6" w:space="0" w:color="E1C382"/>
              <w:right w:val="single" w:sz="6" w:space="0" w:color="E1C382"/>
            </w:tcBorders>
          </w:tcPr>
          <w:p w14:paraId="2380EE7F" w14:textId="77777777" w:rsidR="00DA145B" w:rsidRPr="005B4787" w:rsidRDefault="00DA145B" w:rsidP="00DA145B">
            <w:pPr>
              <w:pStyle w:val="Cm-Pozci"/>
              <w:rPr>
                <w:sz w:val="32"/>
                <w:szCs w:val="32"/>
              </w:rPr>
            </w:pPr>
            <w:r w:rsidRPr="005B4787">
              <w:rPr>
                <w:color w:val="E1C382"/>
                <w:sz w:val="32"/>
                <w:szCs w:val="32"/>
              </w:rPr>
              <w:t>ÉRTÉKESÍTÉS TÁMOGATÓ MUNKATÁRS NÉMET NYELVTUDÁSSAl</w:t>
            </w:r>
          </w:p>
        </w:tc>
      </w:tr>
      <w:tr w:rsidR="00DA145B" w14:paraId="29F6124B" w14:textId="77777777" w:rsidTr="00DA145B">
        <w:trPr>
          <w:trHeight w:val="559"/>
        </w:trPr>
        <w:tc>
          <w:tcPr>
            <w:tcW w:w="8347" w:type="dxa"/>
            <w:tcBorders>
              <w:top w:val="single" w:sz="6" w:space="0" w:color="E1C382"/>
              <w:left w:val="single" w:sz="6" w:space="0" w:color="E1C382"/>
              <w:bottom w:val="single" w:sz="6" w:space="0" w:color="E1C382"/>
              <w:right w:val="single" w:sz="6" w:space="0" w:color="E1C382"/>
            </w:tcBorders>
            <w:shd w:val="clear" w:color="auto" w:fill="auto"/>
          </w:tcPr>
          <w:p w14:paraId="4D3FF710" w14:textId="77777777" w:rsidR="00DA145B" w:rsidRPr="005B4787" w:rsidRDefault="00DA145B" w:rsidP="00DA145B">
            <w:pPr>
              <w:pStyle w:val="Alcm-Nv"/>
              <w:rPr>
                <w:color w:val="E1C382"/>
                <w:sz w:val="28"/>
                <w:szCs w:val="28"/>
              </w:rPr>
            </w:pPr>
            <w:r w:rsidRPr="005B4787">
              <w:rPr>
                <w:color w:val="E1C382"/>
                <w:sz w:val="28"/>
                <w:szCs w:val="28"/>
              </w:rPr>
              <w:t>KISS Anita Flóra</w:t>
            </w:r>
          </w:p>
        </w:tc>
      </w:tr>
    </w:tbl>
    <w:p w14:paraId="60289193" w14:textId="77777777" w:rsidR="000478B5" w:rsidRDefault="000478B5" w:rsidP="00405CC6">
      <w:pPr>
        <w:spacing w:after="0"/>
        <w:rPr>
          <w:rFonts w:ascii="Manrope" w:hAnsi="Manrope"/>
          <w:color w:val="BEA671"/>
          <w:sz w:val="18"/>
          <w:szCs w:val="18"/>
        </w:rPr>
      </w:pPr>
      <w:r w:rsidRPr="00C90A72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52448" behindDoc="1" locked="1" layoutInCell="1" allowOverlap="1" wp14:anchorId="0E330B3D" wp14:editId="5742CEC4">
                <wp:simplePos x="0" y="0"/>
                <wp:positionH relativeFrom="column">
                  <wp:posOffset>-457200</wp:posOffset>
                </wp:positionH>
                <wp:positionV relativeFrom="page">
                  <wp:posOffset>12700</wp:posOffset>
                </wp:positionV>
                <wp:extent cx="7721600" cy="2095500"/>
                <wp:effectExtent l="0" t="0" r="0" b="0"/>
                <wp:wrapNone/>
                <wp:docPr id="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21600" cy="2095500"/>
                        </a:xfrm>
                        <a:prstGeom prst="rect">
                          <a:avLst/>
                        </a:prstGeom>
                        <a:solidFill>
                          <a:srgbClr val="263F5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A1F4C2" w14:textId="77777777" w:rsidR="000478B5" w:rsidRDefault="000478B5" w:rsidP="000478B5">
                            <w:pPr>
                              <w:jc w:val="center"/>
                            </w:pPr>
                          </w:p>
                          <w:p w14:paraId="5A37909D" w14:textId="77777777" w:rsidR="000478B5" w:rsidRDefault="000478B5" w:rsidP="000478B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8196B1B" id="Rectangle 1" o:spid="_x0000_s1028" style="position:absolute;margin-left:-36pt;margin-top:1pt;width:608pt;height:165pt;z-index:-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" fillcolor="#263f5f" stroked="f" strokeweight="1pt">
                <v:textbox>
                  <w:txbxContent>
                    <w:p w:rsidR="000478B5" w:rsidRDefault="000478B5" w:rsidP="000478B5">
                      <w:pPr>
                        <w:jc w:val="center"/>
                      </w:pPr>
                    </w:p>
                    <w:p w:rsidR="000478B5" w:rsidRDefault="000478B5" w:rsidP="000478B5">
                      <w:pPr>
                        <w:jc w:val="center"/>
                      </w:pP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  <w:r w:rsidR="005B4787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39032A77" wp14:editId="4980FB56">
                <wp:simplePos x="0" y="0"/>
                <wp:positionH relativeFrom="column">
                  <wp:posOffset>-457200</wp:posOffset>
                </wp:positionH>
                <wp:positionV relativeFrom="paragraph">
                  <wp:posOffset>242570</wp:posOffset>
                </wp:positionV>
                <wp:extent cx="2273300" cy="8458200"/>
                <wp:effectExtent l="0" t="0" r="0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3300" cy="8458200"/>
                        </a:xfrm>
                        <a:prstGeom prst="rect">
                          <a:avLst/>
                        </a:prstGeom>
                        <a:solidFill>
                          <a:srgbClr val="AF9766">
                            <a:alpha val="1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99B1E92" id="Rectangle 25" o:spid="_x0000_s1026" style="position:absolute;margin-left:-36pt;margin-top:19.1pt;width:179pt;height:666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" fillcolor="#af9766" stroked="f" strokeweight="1pt">
                <v:fill opacity="6682f"/>
              </v:rect>
            </w:pict>
          </mc:Fallback>
        </mc:AlternateContent>
      </w:r>
    </w:p>
    <w:p w14:paraId="0F659570" w14:textId="77777777" w:rsidR="000478B5" w:rsidRDefault="000478B5" w:rsidP="00405CC6">
      <w:pPr>
        <w:spacing w:after="0"/>
        <w:rPr>
          <w:rFonts w:ascii="Manrope" w:hAnsi="Manrope"/>
          <w:color w:val="BEA671"/>
          <w:sz w:val="18"/>
          <w:szCs w:val="18"/>
        </w:rPr>
      </w:pPr>
    </w:p>
    <w:p w14:paraId="4722A5C8" w14:textId="77777777" w:rsidR="000478B5" w:rsidRDefault="000478B5" w:rsidP="00405CC6">
      <w:pPr>
        <w:spacing w:after="0"/>
        <w:rPr>
          <w:rFonts w:ascii="Manrope" w:hAnsi="Manrope"/>
          <w:color w:val="BEA671"/>
          <w:sz w:val="18"/>
          <w:szCs w:val="18"/>
        </w:rPr>
        <w:sectPr w:rsidR="000478B5" w:rsidSect="000478B5">
          <w:headerReference w:type="default" r:id="rId10"/>
          <w:type w:val="continuous"/>
          <w:pgSz w:w="11900" w:h="16840"/>
          <w:pgMar w:top="720" w:right="720" w:bottom="720" w:left="720" w:header="283" w:footer="708" w:gutter="0"/>
          <w:cols w:space="0"/>
          <w:docGrid w:linePitch="360"/>
        </w:sectPr>
      </w:pPr>
    </w:p>
    <w:p w14:paraId="173EB70F" w14:textId="77777777" w:rsidR="000478B5" w:rsidRDefault="000478B5" w:rsidP="00405CC6">
      <w:pPr>
        <w:spacing w:after="0"/>
        <w:rPr>
          <w:rFonts w:ascii="Manrope" w:hAnsi="Manrope"/>
          <w:color w:val="BEA671"/>
          <w:sz w:val="18"/>
          <w:szCs w:val="18"/>
        </w:rPr>
      </w:pPr>
    </w:p>
    <w:p w14:paraId="5C018646" w14:textId="77777777" w:rsidR="000478B5" w:rsidRDefault="000478B5" w:rsidP="00405CC6">
      <w:pPr>
        <w:spacing w:after="0"/>
        <w:rPr>
          <w:rFonts w:ascii="Manrope" w:hAnsi="Manrope"/>
          <w:color w:val="BEA671"/>
          <w:sz w:val="18"/>
          <w:szCs w:val="18"/>
        </w:rPr>
        <w:sectPr w:rsidR="000478B5" w:rsidSect="000478B5">
          <w:type w:val="continuous"/>
          <w:pgSz w:w="11900" w:h="16840"/>
          <w:pgMar w:top="720" w:right="720" w:bottom="720" w:left="720" w:header="283" w:footer="708" w:gutter="0"/>
          <w:cols w:num="2" w:space="0" w:equalWidth="0">
            <w:col w:w="2960" w:space="0"/>
            <w:col w:w="7500"/>
          </w:cols>
          <w:docGrid w:linePitch="360"/>
        </w:sectPr>
      </w:pPr>
    </w:p>
    <w:p w14:paraId="418924BD" w14:textId="77777777" w:rsidR="000478B5" w:rsidRDefault="000478B5" w:rsidP="00405CC6">
      <w:pPr>
        <w:spacing w:after="0"/>
        <w:rPr>
          <w:rFonts w:ascii="Manrope" w:hAnsi="Manrope"/>
          <w:color w:val="BEA671"/>
          <w:sz w:val="18"/>
          <w:szCs w:val="18"/>
        </w:rPr>
      </w:pPr>
    </w:p>
    <w:p w14:paraId="4553436C" w14:textId="77777777" w:rsidR="00F278EF" w:rsidRDefault="00F278EF" w:rsidP="00405CC6">
      <w:pPr>
        <w:spacing w:after="0"/>
        <w:rPr>
          <w:rFonts w:ascii="Manrope" w:hAnsi="Manrope"/>
          <w:color w:val="BEA671"/>
          <w:sz w:val="18"/>
          <w:szCs w:val="18"/>
        </w:rPr>
      </w:pPr>
    </w:p>
    <w:p w14:paraId="264E5B21" w14:textId="5B505446" w:rsidR="005B4787" w:rsidRDefault="005B4787" w:rsidP="00FB1688">
      <w:pPr>
        <w:pStyle w:val="Idzet1"/>
        <w:ind w:left="-284" w:right="266"/>
      </w:pPr>
      <w:r w:rsidRPr="00F67CD3">
        <w:t>„Amikor</w:t>
      </w:r>
      <w:r w:rsidR="00DB7781">
        <w:t xml:space="preserve"> </w:t>
      </w:r>
      <w:r w:rsidR="00B25464">
        <w:t>Anitával</w:t>
      </w:r>
      <w:r w:rsidRPr="00F67CD3">
        <w:t xml:space="preserve"> dolgozni kezdtünk, a feladat az aránylag friss </w:t>
      </w:r>
      <w:r w:rsidR="00B25464">
        <w:t>terméke</w:t>
      </w:r>
      <w:r w:rsidR="001B4158">
        <w:t>k</w:t>
      </w:r>
      <w:r w:rsidRPr="00F67CD3">
        <w:t xml:space="preserve"> addig kialakult </w:t>
      </w:r>
      <w:r w:rsidR="00B25464">
        <w:t>értékesítési rendszerének</w:t>
      </w:r>
      <w:r w:rsidRPr="00F67CD3">
        <w:t xml:space="preserve"> újrahangolása, stabilizálása volt. Hamar kiderült, hogy nyugodtan számíthatok rá, felmérte a folyamatokat, és jó diplomáciai érzékkel keresztülvitte a szükséges változtatásokat.</w:t>
      </w:r>
    </w:p>
    <w:p w14:paraId="270AD31D" w14:textId="77777777" w:rsidR="000478B5" w:rsidRPr="00B25464" w:rsidRDefault="00B25464" w:rsidP="00FB1688">
      <w:pPr>
        <w:pStyle w:val="Idzet-Szerz"/>
        <w:ind w:left="-284" w:right="266"/>
      </w:pPr>
      <w:r>
        <w:t>Kelemen Éva</w:t>
      </w:r>
      <w:r w:rsidRPr="00400497">
        <w:t xml:space="preserve"> – Lutri Kft., ügyvezető-tulajdonos</w:t>
      </w:r>
    </w:p>
    <w:p w14:paraId="6551B602" w14:textId="77777777" w:rsidR="00F278EF" w:rsidRDefault="00F278EF" w:rsidP="00F278EF">
      <w:pPr>
        <w:pStyle w:val="Idzet1"/>
        <w:ind w:right="266"/>
      </w:pPr>
    </w:p>
    <w:p w14:paraId="0AC04698" w14:textId="77777777" w:rsidR="00F278EF" w:rsidRDefault="00F278EF" w:rsidP="00F278EF">
      <w:pPr>
        <w:pStyle w:val="Idzet1"/>
        <w:ind w:right="266"/>
      </w:pPr>
    </w:p>
    <w:p w14:paraId="0D60DCDC" w14:textId="77777777" w:rsidR="00F278EF" w:rsidRDefault="00F278EF" w:rsidP="00F278EF">
      <w:pPr>
        <w:pStyle w:val="Idzet1"/>
        <w:ind w:right="266"/>
      </w:pPr>
    </w:p>
    <w:p w14:paraId="58059AC5" w14:textId="77777777" w:rsidR="00FB1688" w:rsidRDefault="00FB1688" w:rsidP="00F278EF">
      <w:pPr>
        <w:pStyle w:val="Idzet1"/>
        <w:ind w:right="266"/>
      </w:pPr>
      <w:r w:rsidRPr="00CF193B">
        <w:rPr>
          <w:noProof/>
          <w:lang w:eastAsia="hu-HU"/>
        </w:rPr>
        <w:drawing>
          <wp:anchor distT="0" distB="0" distL="114300" distR="114300" simplePos="0" relativeHeight="251756544" behindDoc="0" locked="0" layoutInCell="1" allowOverlap="1" wp14:anchorId="7436DF7E" wp14:editId="7828C906">
            <wp:simplePos x="0" y="0"/>
            <wp:positionH relativeFrom="column">
              <wp:posOffset>0</wp:posOffset>
            </wp:positionH>
            <wp:positionV relativeFrom="page">
              <wp:posOffset>5698490</wp:posOffset>
            </wp:positionV>
            <wp:extent cx="740410" cy="162560"/>
            <wp:effectExtent l="0" t="0" r="0" b="2540"/>
            <wp:wrapNone/>
            <wp:docPr id="8" name="Graphic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separator-2.sv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41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0F4FE8" w14:textId="77777777" w:rsidR="005B4787" w:rsidRDefault="00B25464" w:rsidP="00FB1688">
      <w:pPr>
        <w:pStyle w:val="Idzet1"/>
        <w:ind w:left="-284" w:right="266"/>
      </w:pPr>
      <w:r>
        <w:t>Kiss Anita</w:t>
      </w:r>
      <w:r w:rsidR="005B4787" w:rsidRPr="00086158">
        <w:t xml:space="preserve"> </w:t>
      </w:r>
      <w:r>
        <w:t xml:space="preserve">értékesítői </w:t>
      </w:r>
      <w:r w:rsidR="005B4787" w:rsidRPr="00086158">
        <w:t xml:space="preserve">tevékenységét 3 éven keresztül volt alkalmam közelebbről látni. </w:t>
      </w:r>
      <w:r>
        <w:t>Anitát</w:t>
      </w:r>
      <w:r w:rsidR="005B4787" w:rsidRPr="00086158">
        <w:t xml:space="preserve"> nagyon jó vezetőnek tartom, akinek tiszta látása, kellő rugalmassága és komoly kitartása van. Különös ajándékának tartom kapcsolatteremtő és csapatépítő képességeit.”</w:t>
      </w:r>
    </w:p>
    <w:p w14:paraId="6879570A" w14:textId="19070FE9" w:rsidR="00B25464" w:rsidRDefault="00B25464" w:rsidP="00FB1688">
      <w:pPr>
        <w:pStyle w:val="Idzet-Szerz"/>
        <w:ind w:left="-284" w:right="266"/>
      </w:pPr>
      <w:r w:rsidRPr="00400497">
        <w:t xml:space="preserve">Kulcsár Máté – </w:t>
      </w:r>
      <w:r w:rsidR="001B4158">
        <w:t>AXA Biztosító Zrt</w:t>
      </w:r>
      <w:r w:rsidRPr="00400497">
        <w:t xml:space="preserve">., </w:t>
      </w:r>
      <w:r w:rsidR="00F278EF">
        <w:t>igazgató</w:t>
      </w:r>
    </w:p>
    <w:p w14:paraId="120CF9B8" w14:textId="77777777" w:rsidR="00DA145B" w:rsidRDefault="00F278EF" w:rsidP="00DA145B">
      <w:pPr>
        <w:pStyle w:val="Idzet-Szerz"/>
        <w:ind w:right="266"/>
      </w:pPr>
      <w:r w:rsidRPr="00CF193B">
        <w:rPr>
          <w:noProof/>
          <w:lang w:eastAsia="hu-HU"/>
        </w:rPr>
        <w:drawing>
          <wp:anchor distT="0" distB="0" distL="114300" distR="114300" simplePos="0" relativeHeight="251767808" behindDoc="0" locked="0" layoutInCell="1" allowOverlap="1" wp14:anchorId="4FB4ECE1" wp14:editId="6AF05DC2">
            <wp:simplePos x="0" y="0"/>
            <wp:positionH relativeFrom="column">
              <wp:posOffset>25400</wp:posOffset>
            </wp:positionH>
            <wp:positionV relativeFrom="page">
              <wp:posOffset>9347200</wp:posOffset>
            </wp:positionV>
            <wp:extent cx="740410" cy="162560"/>
            <wp:effectExtent l="0" t="0" r="0" b="2540"/>
            <wp:wrapNone/>
            <wp:docPr id="22" name="Graphic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separator-2.sv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41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D4CE94" w14:textId="77777777" w:rsidR="00DA145B" w:rsidRDefault="00DA145B" w:rsidP="00DA145B">
      <w:pPr>
        <w:pStyle w:val="Idzet-Szerz"/>
        <w:ind w:right="266"/>
      </w:pPr>
    </w:p>
    <w:p w14:paraId="7D05C939" w14:textId="77777777" w:rsidR="00DA145B" w:rsidRDefault="00DA145B" w:rsidP="00DA145B">
      <w:pPr>
        <w:pStyle w:val="Idzet-Szerz"/>
        <w:ind w:right="266"/>
      </w:pPr>
    </w:p>
    <w:p w14:paraId="62057828" w14:textId="77777777" w:rsidR="00DA145B" w:rsidRDefault="00DA145B" w:rsidP="00DA145B">
      <w:pPr>
        <w:pStyle w:val="Idzet-Szerz"/>
        <w:ind w:right="266"/>
      </w:pPr>
    </w:p>
    <w:p w14:paraId="06DF7877" w14:textId="77777777" w:rsidR="000478B5" w:rsidRPr="00F612C1" w:rsidRDefault="006C4366" w:rsidP="006C4366">
      <w:pPr>
        <w:spacing w:after="0"/>
        <w:jc w:val="center"/>
        <w:rPr>
          <w:rFonts w:ascii="Arial" w:hAnsi="Arial" w:cs="Arial"/>
          <w:color w:val="263F5F"/>
          <w:sz w:val="28"/>
          <w:szCs w:val="28"/>
        </w:rPr>
      </w:pPr>
      <w:r w:rsidRPr="00F612C1">
        <w:rPr>
          <w:sz w:val="28"/>
          <w:szCs w:val="28"/>
        </w:rPr>
        <w:br w:type="column"/>
      </w:r>
      <w:r w:rsidR="005B4787" w:rsidRPr="00F612C1">
        <w:rPr>
          <w:rFonts w:ascii="Arial" w:hAnsi="Arial" w:cs="Arial"/>
          <w:noProof/>
          <w:color w:val="193460"/>
          <w:spacing w:val="40"/>
          <w:sz w:val="28"/>
          <w:szCs w:val="28"/>
          <w:lang w:eastAsia="hu-HU"/>
        </w:rPr>
        <w:lastRenderedPageBreak/>
        <w:drawing>
          <wp:anchor distT="0" distB="0" distL="114300" distR="114300" simplePos="0" relativeHeight="251747328" behindDoc="1" locked="0" layoutInCell="1" allowOverlap="1" wp14:anchorId="2249DC81" wp14:editId="069D129D">
            <wp:simplePos x="0" y="0"/>
            <wp:positionH relativeFrom="column">
              <wp:posOffset>4681855</wp:posOffset>
            </wp:positionH>
            <wp:positionV relativeFrom="paragraph">
              <wp:posOffset>300355</wp:posOffset>
            </wp:positionV>
            <wp:extent cx="354965" cy="168275"/>
            <wp:effectExtent l="0" t="0" r="635" b="0"/>
            <wp:wrapTight wrapText="bothSides">
              <wp:wrapPolygon edited="0">
                <wp:start x="10819" y="0"/>
                <wp:lineTo x="0" y="6521"/>
                <wp:lineTo x="0" y="13042"/>
                <wp:lineTo x="10819" y="19562"/>
                <wp:lineTo x="16229" y="19562"/>
                <wp:lineTo x="20866" y="11411"/>
                <wp:lineTo x="20866" y="8151"/>
                <wp:lineTo x="16229" y="0"/>
                <wp:lineTo x="10819" y="0"/>
              </wp:wrapPolygon>
            </wp:wrapTight>
            <wp:docPr id="1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965" cy="16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0478B5" w:rsidRPr="00F612C1">
        <w:rPr>
          <w:rFonts w:ascii="Arial" w:hAnsi="Arial" w:cs="Arial"/>
          <w:color w:val="193460"/>
          <w:spacing w:val="40"/>
          <w:sz w:val="28"/>
          <w:szCs w:val="28"/>
        </w:rPr>
        <w:t>CÉLKITŰZÉS</w:t>
      </w:r>
    </w:p>
    <w:p w14:paraId="461D3037" w14:textId="77777777" w:rsidR="000478B5" w:rsidRDefault="000478B5" w:rsidP="000478B5">
      <w:pPr>
        <w:spacing w:after="0"/>
        <w:rPr>
          <w:rFonts w:ascii="Manrope" w:hAnsi="Manrope"/>
          <w:color w:val="BEA671"/>
          <w:sz w:val="18"/>
          <w:szCs w:val="18"/>
        </w:rPr>
      </w:pPr>
      <w:r>
        <w:rPr>
          <w:noProof/>
          <w:lang w:eastAsia="hu-HU"/>
        </w:rPr>
        <w:drawing>
          <wp:anchor distT="0" distB="0" distL="114300" distR="114300" simplePos="0" relativeHeight="251746304" behindDoc="0" locked="0" layoutInCell="1" allowOverlap="1" wp14:anchorId="52DFCB07" wp14:editId="6E7CBC02">
            <wp:simplePos x="0" y="0"/>
            <wp:positionH relativeFrom="column">
              <wp:posOffset>0</wp:posOffset>
            </wp:positionH>
            <wp:positionV relativeFrom="paragraph">
              <wp:posOffset>57150</wp:posOffset>
            </wp:positionV>
            <wp:extent cx="354965" cy="139700"/>
            <wp:effectExtent l="0" t="0" r="635" b="0"/>
            <wp:wrapSquare wrapText="bothSides"/>
            <wp:docPr id="11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354965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Manrope" w:hAnsi="Manrope"/>
          <w:color w:val="BEA671"/>
          <w:sz w:val="18"/>
          <w:szCs w:val="18"/>
        </w:rPr>
        <w:t>_______________________________________________________________________</w:t>
      </w:r>
    </w:p>
    <w:p w14:paraId="68CF96A7" w14:textId="77777777" w:rsidR="000478B5" w:rsidRDefault="000478B5" w:rsidP="00405CC6">
      <w:pPr>
        <w:spacing w:after="0"/>
        <w:rPr>
          <w:rFonts w:ascii="Manrope" w:hAnsi="Manrope"/>
          <w:color w:val="BEA671"/>
          <w:sz w:val="18"/>
          <w:szCs w:val="18"/>
        </w:rPr>
      </w:pPr>
    </w:p>
    <w:p w14:paraId="7ED37B5A" w14:textId="77777777" w:rsidR="00FB1688" w:rsidRPr="00FB1688" w:rsidRDefault="00FB1688" w:rsidP="00FB1688">
      <w:pPr>
        <w:pStyle w:val="Folyszveg"/>
        <w:jc w:val="both"/>
        <w:rPr>
          <w:sz w:val="22"/>
          <w:szCs w:val="22"/>
        </w:rPr>
      </w:pPr>
      <w:r w:rsidRPr="00FB1688">
        <w:rPr>
          <w:sz w:val="22"/>
          <w:szCs w:val="22"/>
        </w:rPr>
        <w:t xml:space="preserve">Jelentős ügyviteli és pénzügyi adminisztrációs tapasztalattal </w:t>
      </w:r>
      <w:r w:rsidRPr="00FB1688">
        <w:rPr>
          <w:b/>
          <w:bCs/>
          <w:sz w:val="22"/>
          <w:szCs w:val="22"/>
        </w:rPr>
        <w:t>értékesítés támogató munkatárs</w:t>
      </w:r>
      <w:r w:rsidRPr="00FB1688">
        <w:rPr>
          <w:sz w:val="22"/>
          <w:szCs w:val="22"/>
        </w:rPr>
        <w:t xml:space="preserve"> pozícióban szeretnék elhelyezkedni, ahol az AXA Biztosító Zrt-nél eltöltött 11 év alatt szerzett tudásomat kamatoztatni tudom. Mint </w:t>
      </w:r>
      <w:r w:rsidRPr="00FB1688">
        <w:rPr>
          <w:b/>
          <w:bCs/>
          <w:sz w:val="22"/>
          <w:szCs w:val="22"/>
        </w:rPr>
        <w:t>ügyviteli szakember</w:t>
      </w:r>
      <w:r w:rsidRPr="00FB1688">
        <w:rPr>
          <w:sz w:val="22"/>
          <w:szCs w:val="22"/>
        </w:rPr>
        <w:t xml:space="preserve"> munkám legfőképp az </w:t>
      </w:r>
      <w:r w:rsidRPr="00FB1688">
        <w:rPr>
          <w:b/>
          <w:bCs/>
          <w:sz w:val="22"/>
          <w:szCs w:val="22"/>
        </w:rPr>
        <w:t xml:space="preserve">értékesítést támogató és a pénzügyi </w:t>
      </w:r>
      <w:r w:rsidRPr="00FB1688">
        <w:rPr>
          <w:sz w:val="22"/>
          <w:szCs w:val="22"/>
        </w:rPr>
        <w:t>osztály által adott feladatokból állt. A munkáltatóm, mint nemzetközi háttérrel rendelkező multinacionális vállalat, a napi munkavégzés során az</w:t>
      </w:r>
      <w:r w:rsidRPr="00FB1688">
        <w:rPr>
          <w:rFonts w:ascii="Chivo" w:hAnsi="Chivo"/>
          <w:sz w:val="22"/>
          <w:szCs w:val="22"/>
        </w:rPr>
        <w:t xml:space="preserve"> </w:t>
      </w:r>
      <w:r w:rsidRPr="00FB1688">
        <w:rPr>
          <w:b/>
          <w:bCs/>
          <w:sz w:val="22"/>
          <w:szCs w:val="22"/>
        </w:rPr>
        <w:t>angol és a német nyelv társalgási szintű használatát elvárta</w:t>
      </w:r>
      <w:r w:rsidRPr="00FB1688">
        <w:rPr>
          <w:sz w:val="22"/>
          <w:szCs w:val="22"/>
        </w:rPr>
        <w:t>.</w:t>
      </w:r>
    </w:p>
    <w:p w14:paraId="1230211C" w14:textId="77777777" w:rsidR="00FB1688" w:rsidRPr="00F612C1" w:rsidRDefault="00FB1688" w:rsidP="0085293F">
      <w:pPr>
        <w:spacing w:after="0"/>
        <w:jc w:val="center"/>
        <w:rPr>
          <w:rFonts w:ascii="Arial" w:hAnsi="Arial" w:cs="Arial"/>
          <w:color w:val="193460"/>
          <w:spacing w:val="40"/>
          <w:sz w:val="28"/>
          <w:szCs w:val="28"/>
        </w:rPr>
      </w:pPr>
      <w:r w:rsidRPr="00F612C1">
        <w:rPr>
          <w:rFonts w:ascii="Arial" w:hAnsi="Arial" w:cs="Arial"/>
          <w:color w:val="193460"/>
          <w:spacing w:val="40"/>
          <w:sz w:val="28"/>
          <w:szCs w:val="28"/>
        </w:rPr>
        <w:t>ERŐSSÉGEK</w:t>
      </w:r>
    </w:p>
    <w:p w14:paraId="5B72FAEC" w14:textId="77777777" w:rsidR="00FB1688" w:rsidRDefault="00FB1688" w:rsidP="00FB1688">
      <w:pPr>
        <w:spacing w:after="0"/>
        <w:jc w:val="both"/>
        <w:rPr>
          <w:rFonts w:ascii="Manrope" w:hAnsi="Manrope"/>
          <w:color w:val="BEA671"/>
          <w:sz w:val="18"/>
          <w:szCs w:val="18"/>
        </w:rPr>
      </w:pPr>
      <w:r>
        <w:rPr>
          <w:noProof/>
          <w:lang w:eastAsia="hu-HU"/>
        </w:rPr>
        <w:drawing>
          <wp:anchor distT="0" distB="0" distL="114300" distR="114300" simplePos="0" relativeHeight="251761664" behindDoc="1" locked="0" layoutInCell="1" allowOverlap="1" wp14:anchorId="42458B38" wp14:editId="00FAABCE">
            <wp:simplePos x="0" y="0"/>
            <wp:positionH relativeFrom="column">
              <wp:posOffset>4685665</wp:posOffset>
            </wp:positionH>
            <wp:positionV relativeFrom="paragraph">
              <wp:posOffset>31750</wp:posOffset>
            </wp:positionV>
            <wp:extent cx="354965" cy="168275"/>
            <wp:effectExtent l="0" t="0" r="635" b="0"/>
            <wp:wrapTight wrapText="bothSides">
              <wp:wrapPolygon edited="0">
                <wp:start x="10819" y="0"/>
                <wp:lineTo x="0" y="6521"/>
                <wp:lineTo x="0" y="13042"/>
                <wp:lineTo x="10819" y="19562"/>
                <wp:lineTo x="16229" y="19562"/>
                <wp:lineTo x="20866" y="11411"/>
                <wp:lineTo x="20866" y="8151"/>
                <wp:lineTo x="16229" y="0"/>
                <wp:lineTo x="10819" y="0"/>
              </wp:wrapPolygon>
            </wp:wrapTight>
            <wp:docPr id="9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965" cy="16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760640" behindDoc="0" locked="0" layoutInCell="1" allowOverlap="1" wp14:anchorId="2B9DA3C0" wp14:editId="599FD324">
            <wp:simplePos x="0" y="0"/>
            <wp:positionH relativeFrom="column">
              <wp:posOffset>0</wp:posOffset>
            </wp:positionH>
            <wp:positionV relativeFrom="paragraph">
              <wp:posOffset>57150</wp:posOffset>
            </wp:positionV>
            <wp:extent cx="354965" cy="139700"/>
            <wp:effectExtent l="0" t="0" r="635" b="0"/>
            <wp:wrapSquare wrapText="bothSides"/>
            <wp:docPr id="24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354965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Manrope" w:hAnsi="Manrope"/>
          <w:color w:val="BEA671"/>
          <w:sz w:val="18"/>
          <w:szCs w:val="18"/>
        </w:rPr>
        <w:t>_______________________________________________________________________</w:t>
      </w:r>
    </w:p>
    <w:p w14:paraId="65112213" w14:textId="77777777" w:rsidR="00FB1688" w:rsidRPr="004A4E3D" w:rsidRDefault="00FB1688" w:rsidP="00FB1688">
      <w:pPr>
        <w:pStyle w:val="Folyszveg"/>
        <w:jc w:val="both"/>
        <w:rPr>
          <w:b/>
          <w:bCs/>
          <w:sz w:val="16"/>
          <w:szCs w:val="16"/>
        </w:rPr>
      </w:pPr>
    </w:p>
    <w:p w14:paraId="5D5513C8" w14:textId="77777777" w:rsidR="00FB1688" w:rsidRPr="00F612C1" w:rsidRDefault="00FB1688" w:rsidP="00FB1688">
      <w:pPr>
        <w:pStyle w:val="Felsorols1"/>
        <w:jc w:val="both"/>
        <w:rPr>
          <w:rFonts w:ascii="Arial" w:hAnsi="Arial"/>
          <w:color w:val="193460"/>
          <w:sz w:val="22"/>
          <w:szCs w:val="22"/>
        </w:rPr>
      </w:pPr>
      <w:r w:rsidRPr="00F612C1">
        <w:rPr>
          <w:rFonts w:ascii="Arial" w:hAnsi="Arial"/>
          <w:b/>
          <w:bCs/>
          <w:color w:val="193460"/>
          <w:sz w:val="22"/>
          <w:szCs w:val="22"/>
        </w:rPr>
        <w:t>Aktív, társalgási szintű német nyelvtudás:</w:t>
      </w:r>
      <w:r w:rsidRPr="00F612C1">
        <w:rPr>
          <w:rFonts w:ascii="Arial" w:hAnsi="Arial"/>
          <w:color w:val="193460"/>
          <w:sz w:val="22"/>
          <w:szCs w:val="22"/>
        </w:rPr>
        <w:t xml:space="preserve"> 2000-2001-ig Németországban éltem. 2001-ben 1 hónapot töltöttem az XY cég központi hamburgi irodájában gyakornoki program keretében.</w:t>
      </w:r>
    </w:p>
    <w:p w14:paraId="23E4DA8A" w14:textId="77777777" w:rsidR="00FB1688" w:rsidRPr="00F612C1" w:rsidRDefault="00FB1688" w:rsidP="00FB1688">
      <w:pPr>
        <w:pStyle w:val="Felsorols1"/>
        <w:jc w:val="both"/>
        <w:rPr>
          <w:rFonts w:ascii="Arial" w:hAnsi="Arial"/>
          <w:color w:val="193460"/>
          <w:sz w:val="22"/>
          <w:szCs w:val="22"/>
        </w:rPr>
      </w:pPr>
      <w:r w:rsidRPr="00F612C1">
        <w:rPr>
          <w:rFonts w:ascii="Arial" w:hAnsi="Arial"/>
          <w:b/>
          <w:bCs/>
          <w:color w:val="193460"/>
          <w:sz w:val="22"/>
          <w:szCs w:val="22"/>
        </w:rPr>
        <w:t>Aktív, társalgási szintű angol nyelvtudás:</w:t>
      </w:r>
      <w:r w:rsidRPr="00F612C1">
        <w:rPr>
          <w:rFonts w:ascii="Arial" w:hAnsi="Arial"/>
          <w:color w:val="193460"/>
          <w:sz w:val="22"/>
          <w:szCs w:val="22"/>
        </w:rPr>
        <w:t xml:space="preserve"> korábban a munkáltató által szervezett oktatás keretében, 2016. óta magán-nyelvtanár igénybevételével továbbfejlesztett nyelvi készségek a munkáltató napi üzletmenetének támogatására.</w:t>
      </w:r>
    </w:p>
    <w:p w14:paraId="1DA0B5C7" w14:textId="77777777" w:rsidR="00FB1688" w:rsidRPr="00F612C1" w:rsidRDefault="00FB1688" w:rsidP="006C4366">
      <w:pPr>
        <w:pStyle w:val="Felsorols1"/>
        <w:jc w:val="both"/>
        <w:rPr>
          <w:rFonts w:ascii="Arial" w:hAnsi="Arial"/>
          <w:color w:val="193460"/>
          <w:sz w:val="22"/>
          <w:szCs w:val="22"/>
        </w:rPr>
      </w:pPr>
      <w:r w:rsidRPr="00F612C1">
        <w:rPr>
          <w:rFonts w:ascii="Arial" w:hAnsi="Arial"/>
          <w:b/>
          <w:bCs/>
          <w:color w:val="193460"/>
          <w:sz w:val="22"/>
          <w:szCs w:val="22"/>
        </w:rPr>
        <w:t>Nemzetközi nagyvállalati környezetben szerzett ügyviteli tapasztalat:</w:t>
      </w:r>
      <w:r w:rsidRPr="00F612C1">
        <w:rPr>
          <w:rFonts w:ascii="Arial" w:hAnsi="Arial"/>
          <w:color w:val="193460"/>
          <w:sz w:val="22"/>
          <w:szCs w:val="22"/>
        </w:rPr>
        <w:t xml:space="preserve"> az XY cég a világ és Magyarország vezető biztosító cége. A hitelbiztosítás komplex követelésmenedzsment szolgáltatást jelent, amely felöleli egy vállalat teljes pénzügyi és operatív adminisztrációs területét. A munkáltatónál eltöltött 11 év alatt sikerült a teljes belső cégstruktúrát, a döntési- és munkafolyamatokat megismerni.</w:t>
      </w:r>
    </w:p>
    <w:p w14:paraId="396A5E5F" w14:textId="77777777" w:rsidR="006C4366" w:rsidRPr="00F612C1" w:rsidRDefault="006C4366" w:rsidP="00F612C1">
      <w:pPr>
        <w:spacing w:after="0"/>
        <w:jc w:val="center"/>
        <w:rPr>
          <w:rFonts w:ascii="Arial" w:hAnsi="Arial" w:cs="Arial"/>
          <w:color w:val="193460"/>
          <w:spacing w:val="40"/>
          <w:sz w:val="28"/>
          <w:szCs w:val="28"/>
        </w:rPr>
      </w:pPr>
      <w:r w:rsidRPr="00F612C1">
        <w:rPr>
          <w:rFonts w:ascii="Arial" w:hAnsi="Arial" w:cs="Arial"/>
          <w:color w:val="193460"/>
          <w:spacing w:val="40"/>
          <w:sz w:val="28"/>
          <w:szCs w:val="28"/>
        </w:rPr>
        <w:t>KÉSZSÉGEK</w:t>
      </w:r>
    </w:p>
    <w:p w14:paraId="40B33C80" w14:textId="77777777" w:rsidR="006C4366" w:rsidRDefault="00F612C1" w:rsidP="006C4366">
      <w:pPr>
        <w:spacing w:after="0"/>
        <w:jc w:val="both"/>
        <w:rPr>
          <w:rFonts w:ascii="Manrope" w:hAnsi="Manrope"/>
          <w:color w:val="BEA671"/>
          <w:sz w:val="18"/>
          <w:szCs w:val="18"/>
        </w:rPr>
      </w:pPr>
      <w:r>
        <w:rPr>
          <w:noProof/>
          <w:lang w:eastAsia="hu-HU"/>
        </w:rPr>
        <w:drawing>
          <wp:anchor distT="0" distB="0" distL="114300" distR="114300" simplePos="0" relativeHeight="251778048" behindDoc="1" locked="0" layoutInCell="1" allowOverlap="1" wp14:anchorId="637401FA" wp14:editId="747CB992">
            <wp:simplePos x="0" y="0"/>
            <wp:positionH relativeFrom="column">
              <wp:posOffset>4635500</wp:posOffset>
            </wp:positionH>
            <wp:positionV relativeFrom="paragraph">
              <wp:posOffset>31750</wp:posOffset>
            </wp:positionV>
            <wp:extent cx="354965" cy="168275"/>
            <wp:effectExtent l="0" t="0" r="635" b="0"/>
            <wp:wrapTight wrapText="bothSides">
              <wp:wrapPolygon edited="0">
                <wp:start x="10819" y="0"/>
                <wp:lineTo x="0" y="6521"/>
                <wp:lineTo x="0" y="13042"/>
                <wp:lineTo x="10819" y="19562"/>
                <wp:lineTo x="16229" y="19562"/>
                <wp:lineTo x="20866" y="11411"/>
                <wp:lineTo x="20866" y="8151"/>
                <wp:lineTo x="16229" y="0"/>
                <wp:lineTo x="10819" y="0"/>
              </wp:wrapPolygon>
            </wp:wrapTight>
            <wp:docPr id="13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965" cy="16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C4366">
        <w:rPr>
          <w:noProof/>
          <w:lang w:eastAsia="hu-HU"/>
        </w:rPr>
        <w:drawing>
          <wp:anchor distT="0" distB="0" distL="114300" distR="114300" simplePos="0" relativeHeight="251777024" behindDoc="0" locked="0" layoutInCell="1" allowOverlap="1" wp14:anchorId="6FE80980" wp14:editId="33C17042">
            <wp:simplePos x="0" y="0"/>
            <wp:positionH relativeFrom="column">
              <wp:posOffset>0</wp:posOffset>
            </wp:positionH>
            <wp:positionV relativeFrom="paragraph">
              <wp:posOffset>57150</wp:posOffset>
            </wp:positionV>
            <wp:extent cx="354965" cy="139700"/>
            <wp:effectExtent l="0" t="0" r="635" b="0"/>
            <wp:wrapSquare wrapText="bothSides"/>
            <wp:docPr id="14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354965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C4366">
        <w:rPr>
          <w:rFonts w:ascii="Manrope" w:hAnsi="Manrope"/>
          <w:color w:val="BEA671"/>
          <w:sz w:val="18"/>
          <w:szCs w:val="18"/>
        </w:rPr>
        <w:t>______________________________________________________________________</w:t>
      </w:r>
    </w:p>
    <w:p w14:paraId="3724DA1C" w14:textId="77777777" w:rsidR="006C4366" w:rsidRDefault="006C4366" w:rsidP="006C4366">
      <w:pPr>
        <w:spacing w:after="0"/>
        <w:jc w:val="both"/>
        <w:rPr>
          <w:rFonts w:ascii="Manrope" w:hAnsi="Manrope"/>
          <w:color w:val="BEA671"/>
          <w:sz w:val="18"/>
          <w:szCs w:val="18"/>
        </w:rPr>
      </w:pPr>
    </w:p>
    <w:p w14:paraId="1BD03552" w14:textId="77777777" w:rsidR="006C4366" w:rsidRPr="00F612C1" w:rsidRDefault="006C4366" w:rsidP="00F612C1">
      <w:pPr>
        <w:pStyle w:val="Felsorols1"/>
        <w:numPr>
          <w:ilvl w:val="0"/>
          <w:numId w:val="9"/>
        </w:numPr>
        <w:jc w:val="both"/>
        <w:rPr>
          <w:rFonts w:ascii="Arial" w:hAnsi="Arial"/>
          <w:sz w:val="22"/>
          <w:szCs w:val="22"/>
        </w:rPr>
      </w:pPr>
      <w:r w:rsidRPr="00F612C1">
        <w:rPr>
          <w:rFonts w:ascii="Arial" w:hAnsi="Arial"/>
          <w:b/>
          <w:bCs/>
          <w:sz w:val="22"/>
          <w:szCs w:val="22"/>
        </w:rPr>
        <w:t>Önállóság és döntéshozatal:</w:t>
      </w:r>
      <w:r w:rsidRPr="00F612C1">
        <w:rPr>
          <w:rFonts w:ascii="Arial" w:hAnsi="Arial"/>
          <w:sz w:val="22"/>
          <w:szCs w:val="22"/>
        </w:rPr>
        <w:t xml:space="preserve"> Mind a saját vállalkozásomban, mind nagyvállalatok felső vezetőjeként nagy öná</w:t>
      </w:r>
      <w:r w:rsidR="00042B33">
        <w:rPr>
          <w:rFonts w:ascii="Arial" w:hAnsi="Arial"/>
          <w:sz w:val="22"/>
          <w:szCs w:val="22"/>
        </w:rPr>
        <w:t>llósággal hoztam meg a terület</w:t>
      </w:r>
      <w:r w:rsidRPr="00F612C1">
        <w:rPr>
          <w:rFonts w:ascii="Arial" w:hAnsi="Arial"/>
          <w:sz w:val="22"/>
          <w:szCs w:val="22"/>
        </w:rPr>
        <w:t xml:space="preserve"> vagy a vállalat egészét érintő döntéseimet, melyeket következetesen végre is hajtottam.</w:t>
      </w:r>
    </w:p>
    <w:p w14:paraId="1D9A59C4" w14:textId="77777777" w:rsidR="00FB1688" w:rsidRPr="00F612C1" w:rsidRDefault="006C4366" w:rsidP="00F612C1">
      <w:pPr>
        <w:pStyle w:val="Felsorols1"/>
        <w:numPr>
          <w:ilvl w:val="0"/>
          <w:numId w:val="9"/>
        </w:numPr>
        <w:jc w:val="both"/>
        <w:rPr>
          <w:rFonts w:ascii="Arial" w:hAnsi="Arial"/>
          <w:sz w:val="22"/>
          <w:szCs w:val="22"/>
        </w:rPr>
      </w:pPr>
      <w:r w:rsidRPr="00F612C1">
        <w:rPr>
          <w:rFonts w:ascii="Arial" w:hAnsi="Arial"/>
          <w:b/>
          <w:bCs/>
          <w:sz w:val="22"/>
          <w:szCs w:val="22"/>
        </w:rPr>
        <w:t>Stratégiai pénzügyi gondolkodásmód:</w:t>
      </w:r>
      <w:r w:rsidRPr="00F612C1">
        <w:rPr>
          <w:rFonts w:ascii="Arial" w:hAnsi="Arial"/>
          <w:sz w:val="22"/>
          <w:szCs w:val="22"/>
        </w:rPr>
        <w:t xml:space="preserve"> A KKK Zrt. és az INTER Rt.-nél 6 éven keresztül sikerült teljesítenem a profit- és cash flow elvárásokat a tulajdonos és a management elvárásainak maximálisan megfelelve.</w:t>
      </w:r>
    </w:p>
    <w:p w14:paraId="457278EA" w14:textId="77777777" w:rsidR="009901E5" w:rsidRDefault="009901E5" w:rsidP="00FB1688">
      <w:pPr>
        <w:pStyle w:val="Felsorols1"/>
        <w:numPr>
          <w:ilvl w:val="0"/>
          <w:numId w:val="0"/>
        </w:numPr>
        <w:ind w:left="-284" w:right="408"/>
        <w:jc w:val="both"/>
        <w:rPr>
          <w:rFonts w:ascii="Arial" w:hAnsi="Arial"/>
          <w:color w:val="193460"/>
          <w:sz w:val="22"/>
          <w:szCs w:val="22"/>
        </w:rPr>
      </w:pPr>
    </w:p>
    <w:p w14:paraId="53957223" w14:textId="77777777" w:rsidR="00DA145B" w:rsidRDefault="00DA145B" w:rsidP="00FB1688">
      <w:pPr>
        <w:pStyle w:val="Idzet1"/>
        <w:ind w:left="-284" w:right="408"/>
      </w:pPr>
    </w:p>
    <w:p w14:paraId="27488D58" w14:textId="77777777" w:rsidR="00DA145B" w:rsidRDefault="00DA145B" w:rsidP="00FB1688">
      <w:pPr>
        <w:pStyle w:val="Idzet1"/>
        <w:ind w:left="-284" w:right="408"/>
      </w:pPr>
    </w:p>
    <w:p w14:paraId="256340A3" w14:textId="3EFA0D60" w:rsidR="00FB1688" w:rsidRPr="00F67CD3" w:rsidRDefault="00DA145B" w:rsidP="00FB1688">
      <w:pPr>
        <w:pStyle w:val="Idzet1"/>
        <w:ind w:left="-284" w:right="408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63712" behindDoc="1" locked="0" layoutInCell="1" allowOverlap="1" wp14:anchorId="1EFC5817" wp14:editId="51CC221A">
                <wp:simplePos x="0" y="0"/>
                <wp:positionH relativeFrom="column">
                  <wp:posOffset>-457835</wp:posOffset>
                </wp:positionH>
                <wp:positionV relativeFrom="paragraph">
                  <wp:posOffset>-1077595</wp:posOffset>
                </wp:positionV>
                <wp:extent cx="2184400" cy="11125200"/>
                <wp:effectExtent l="0" t="0" r="0" b="0"/>
                <wp:wrapNone/>
                <wp:docPr id="10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0" cy="11125200"/>
                        </a:xfrm>
                        <a:prstGeom prst="rect">
                          <a:avLst/>
                        </a:prstGeom>
                        <a:solidFill>
                          <a:srgbClr val="AF9766">
                            <a:alpha val="1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2B244F5" id="Rectangle 25" o:spid="_x0000_s1026" style="position:absolute;margin-left:-36.05pt;margin-top:-84.85pt;width:172pt;height:876pt;z-index:-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" fillcolor="#af9766" stroked="f" strokeweight="1pt">
                <v:fill opacity="6682f"/>
              </v:rect>
            </w:pict>
          </mc:Fallback>
        </mc:AlternateContent>
      </w:r>
      <w:r w:rsidR="00FB1688">
        <w:t>Anita</w:t>
      </w:r>
      <w:r w:rsidR="00FB1688" w:rsidRPr="00F67CD3">
        <w:t xml:space="preserve"> volt eddig a le</w:t>
      </w:r>
      <w:r w:rsidR="00FB1688">
        <w:t xml:space="preserve">kitartóbb értékesítő </w:t>
      </w:r>
      <w:r w:rsidR="00FB1688" w:rsidRPr="00F67CD3">
        <w:t xml:space="preserve"> az életemben, mert </w:t>
      </w:r>
      <w:r w:rsidR="006C4366">
        <w:t>soha nem adta fel, hogy sikeresen zárjon egy új ügyfelet</w:t>
      </w:r>
      <w:r w:rsidR="001B4158">
        <w:t>.</w:t>
      </w:r>
      <w:r w:rsidR="006C4366">
        <w:t xml:space="preserve"> I</w:t>
      </w:r>
      <w:r w:rsidR="00FB1688" w:rsidRPr="00F67CD3">
        <w:t>gazi partner volt a sikerhez vezető úton.”</w:t>
      </w:r>
    </w:p>
    <w:p w14:paraId="6BB3749F" w14:textId="19DFEA67" w:rsidR="006C4366" w:rsidRPr="007913CF" w:rsidRDefault="00FB1688" w:rsidP="006C4366">
      <w:pPr>
        <w:pStyle w:val="Idzet-Szerz"/>
        <w:ind w:left="-284" w:right="266"/>
      </w:pPr>
      <w:r w:rsidRPr="007913CF">
        <w:t>dr. Kiss Katalin,</w:t>
      </w:r>
      <w:r>
        <w:br/>
      </w:r>
      <w:r w:rsidR="006C4366">
        <w:t>AXA Biztosító Zrt.</w:t>
      </w:r>
      <w:r w:rsidR="001B4158">
        <w:t>,</w:t>
      </w:r>
      <w:bookmarkStart w:id="0" w:name="_GoBack"/>
      <w:bookmarkEnd w:id="0"/>
      <w:r w:rsidR="006C4366">
        <w:t xml:space="preserve"> értékesítési vezető</w:t>
      </w:r>
    </w:p>
    <w:p w14:paraId="5E8DD592" w14:textId="77777777" w:rsidR="00FB1688" w:rsidRDefault="009901E5" w:rsidP="00FB1688">
      <w:pPr>
        <w:pStyle w:val="Felsorols1"/>
        <w:numPr>
          <w:ilvl w:val="0"/>
          <w:numId w:val="0"/>
        </w:numPr>
        <w:ind w:left="284" w:hanging="283"/>
        <w:jc w:val="both"/>
        <w:rPr>
          <w:rFonts w:ascii="Arial" w:hAnsi="Arial"/>
          <w:color w:val="193460"/>
          <w:sz w:val="22"/>
          <w:szCs w:val="22"/>
        </w:rPr>
      </w:pPr>
      <w:r w:rsidRPr="00CF193B">
        <w:rPr>
          <w:noProof/>
          <w:lang w:eastAsia="hu-HU"/>
        </w:rPr>
        <w:drawing>
          <wp:anchor distT="0" distB="0" distL="114300" distR="114300" simplePos="0" relativeHeight="251765760" behindDoc="0" locked="0" layoutInCell="1" allowOverlap="1" wp14:anchorId="1F451EAE" wp14:editId="39B6CDE1">
            <wp:simplePos x="0" y="0"/>
            <wp:positionH relativeFrom="column">
              <wp:posOffset>0</wp:posOffset>
            </wp:positionH>
            <wp:positionV relativeFrom="page">
              <wp:posOffset>3392170</wp:posOffset>
            </wp:positionV>
            <wp:extent cx="740410" cy="162560"/>
            <wp:effectExtent l="0" t="0" r="0" b="2540"/>
            <wp:wrapNone/>
            <wp:docPr id="59" name="Graphic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separator-2.sv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41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472BC4" w14:textId="77777777" w:rsidR="00FB1688" w:rsidRDefault="00FB1688" w:rsidP="00FB1688">
      <w:pPr>
        <w:pStyle w:val="Felsorols1"/>
        <w:numPr>
          <w:ilvl w:val="0"/>
          <w:numId w:val="0"/>
        </w:numPr>
        <w:ind w:left="284" w:hanging="283"/>
        <w:jc w:val="both"/>
        <w:rPr>
          <w:rFonts w:ascii="Arial" w:hAnsi="Arial"/>
          <w:color w:val="193460"/>
          <w:sz w:val="22"/>
          <w:szCs w:val="22"/>
        </w:rPr>
      </w:pPr>
    </w:p>
    <w:p w14:paraId="7F66BCFD" w14:textId="77777777" w:rsidR="00FB1688" w:rsidRDefault="00FB1688" w:rsidP="00FB1688">
      <w:pPr>
        <w:pStyle w:val="Felsorols1"/>
        <w:numPr>
          <w:ilvl w:val="0"/>
          <w:numId w:val="0"/>
        </w:numPr>
        <w:ind w:left="284" w:hanging="283"/>
        <w:jc w:val="both"/>
        <w:rPr>
          <w:rFonts w:ascii="Arial" w:hAnsi="Arial"/>
          <w:color w:val="193460"/>
          <w:sz w:val="22"/>
          <w:szCs w:val="22"/>
        </w:rPr>
      </w:pPr>
    </w:p>
    <w:p w14:paraId="236D3E5C" w14:textId="77777777" w:rsidR="00FB1688" w:rsidRDefault="00FB1688" w:rsidP="00FB1688">
      <w:pPr>
        <w:pStyle w:val="Felsorols1"/>
        <w:numPr>
          <w:ilvl w:val="0"/>
          <w:numId w:val="0"/>
        </w:numPr>
        <w:ind w:left="284" w:hanging="283"/>
        <w:jc w:val="both"/>
        <w:rPr>
          <w:rFonts w:ascii="Arial" w:hAnsi="Arial"/>
          <w:color w:val="193460"/>
          <w:sz w:val="22"/>
          <w:szCs w:val="22"/>
        </w:rPr>
      </w:pPr>
    </w:p>
    <w:p w14:paraId="30FE10FC" w14:textId="77777777" w:rsidR="00FB1688" w:rsidRDefault="00FB1688" w:rsidP="00FB1688">
      <w:pPr>
        <w:pStyle w:val="Felsorols1"/>
        <w:numPr>
          <w:ilvl w:val="0"/>
          <w:numId w:val="0"/>
        </w:numPr>
        <w:ind w:left="284" w:hanging="283"/>
        <w:jc w:val="both"/>
        <w:rPr>
          <w:rFonts w:ascii="Arial" w:hAnsi="Arial"/>
          <w:color w:val="193460"/>
          <w:sz w:val="22"/>
          <w:szCs w:val="22"/>
        </w:rPr>
      </w:pPr>
    </w:p>
    <w:p w14:paraId="1DDE6AEA" w14:textId="77777777" w:rsidR="00FB1688" w:rsidRDefault="00FB1688" w:rsidP="00FB1688">
      <w:pPr>
        <w:pStyle w:val="Felsorols1"/>
        <w:numPr>
          <w:ilvl w:val="0"/>
          <w:numId w:val="0"/>
        </w:numPr>
        <w:ind w:left="284" w:hanging="283"/>
        <w:jc w:val="both"/>
        <w:rPr>
          <w:rFonts w:ascii="Arial" w:hAnsi="Arial"/>
          <w:color w:val="193460"/>
          <w:sz w:val="22"/>
          <w:szCs w:val="22"/>
        </w:rPr>
      </w:pPr>
    </w:p>
    <w:p w14:paraId="78B864E7" w14:textId="77777777" w:rsidR="00FB1688" w:rsidRDefault="00FB1688" w:rsidP="00FB1688">
      <w:pPr>
        <w:pStyle w:val="Felsorols1"/>
        <w:numPr>
          <w:ilvl w:val="0"/>
          <w:numId w:val="0"/>
        </w:numPr>
        <w:ind w:left="284" w:hanging="283"/>
        <w:jc w:val="both"/>
        <w:rPr>
          <w:rFonts w:ascii="Arial" w:hAnsi="Arial"/>
          <w:color w:val="193460"/>
          <w:sz w:val="22"/>
          <w:szCs w:val="22"/>
        </w:rPr>
      </w:pPr>
    </w:p>
    <w:p w14:paraId="5503E036" w14:textId="77777777" w:rsidR="00FB1688" w:rsidRDefault="00FB1688" w:rsidP="00FB1688">
      <w:pPr>
        <w:pStyle w:val="Felsorols1"/>
        <w:numPr>
          <w:ilvl w:val="0"/>
          <w:numId w:val="0"/>
        </w:numPr>
        <w:ind w:left="284" w:hanging="283"/>
        <w:jc w:val="both"/>
        <w:rPr>
          <w:rFonts w:ascii="Arial" w:hAnsi="Arial"/>
          <w:color w:val="193460"/>
          <w:sz w:val="22"/>
          <w:szCs w:val="22"/>
        </w:rPr>
      </w:pPr>
    </w:p>
    <w:p w14:paraId="10BD5FD8" w14:textId="77777777" w:rsidR="00FB1688" w:rsidRDefault="00FB1688" w:rsidP="00FB1688">
      <w:pPr>
        <w:pStyle w:val="Felsorols1"/>
        <w:numPr>
          <w:ilvl w:val="0"/>
          <w:numId w:val="0"/>
        </w:numPr>
        <w:ind w:left="284" w:hanging="283"/>
        <w:jc w:val="both"/>
        <w:rPr>
          <w:rFonts w:ascii="Arial" w:hAnsi="Arial"/>
          <w:color w:val="193460"/>
          <w:sz w:val="22"/>
          <w:szCs w:val="22"/>
        </w:rPr>
      </w:pPr>
    </w:p>
    <w:p w14:paraId="4C12AE58" w14:textId="77777777" w:rsidR="00FB1688" w:rsidRDefault="00FB1688" w:rsidP="00FB1688">
      <w:pPr>
        <w:pStyle w:val="Felsorols1"/>
        <w:numPr>
          <w:ilvl w:val="0"/>
          <w:numId w:val="0"/>
        </w:numPr>
        <w:ind w:left="284" w:hanging="283"/>
        <w:jc w:val="both"/>
        <w:rPr>
          <w:rFonts w:ascii="Arial" w:hAnsi="Arial"/>
          <w:color w:val="193460"/>
          <w:sz w:val="22"/>
          <w:szCs w:val="22"/>
        </w:rPr>
      </w:pPr>
    </w:p>
    <w:p w14:paraId="03B74DC0" w14:textId="77777777" w:rsidR="00FB1688" w:rsidRDefault="00FB1688" w:rsidP="00FB1688">
      <w:pPr>
        <w:pStyle w:val="Felsorols1"/>
        <w:numPr>
          <w:ilvl w:val="0"/>
          <w:numId w:val="0"/>
        </w:numPr>
        <w:ind w:left="284" w:hanging="283"/>
        <w:jc w:val="both"/>
        <w:rPr>
          <w:rFonts w:ascii="Arial" w:hAnsi="Arial"/>
          <w:color w:val="193460"/>
          <w:sz w:val="22"/>
          <w:szCs w:val="22"/>
        </w:rPr>
      </w:pPr>
    </w:p>
    <w:p w14:paraId="2A2E61D1" w14:textId="77777777" w:rsidR="00FB1688" w:rsidRDefault="00FB1688" w:rsidP="00FB1688">
      <w:pPr>
        <w:pStyle w:val="Felsorols1"/>
        <w:numPr>
          <w:ilvl w:val="0"/>
          <w:numId w:val="0"/>
        </w:numPr>
        <w:ind w:left="284" w:hanging="283"/>
        <w:jc w:val="both"/>
        <w:rPr>
          <w:rFonts w:ascii="Arial" w:hAnsi="Arial"/>
          <w:color w:val="193460"/>
          <w:sz w:val="22"/>
          <w:szCs w:val="22"/>
        </w:rPr>
      </w:pPr>
    </w:p>
    <w:p w14:paraId="506B6910" w14:textId="77777777" w:rsidR="00FB1688" w:rsidRPr="00FB1688" w:rsidRDefault="00FB1688" w:rsidP="00FB1688">
      <w:pPr>
        <w:pStyle w:val="Felsorols1"/>
        <w:numPr>
          <w:ilvl w:val="0"/>
          <w:numId w:val="0"/>
        </w:numPr>
        <w:jc w:val="both"/>
        <w:rPr>
          <w:rFonts w:ascii="Arial" w:hAnsi="Arial"/>
          <w:color w:val="193460"/>
          <w:sz w:val="22"/>
          <w:szCs w:val="22"/>
        </w:rPr>
      </w:pPr>
    </w:p>
    <w:p w14:paraId="43AA785C" w14:textId="77777777" w:rsidR="006C4366" w:rsidRPr="00E75B4F" w:rsidRDefault="006C4366" w:rsidP="006C4366">
      <w:pPr>
        <w:spacing w:after="0"/>
        <w:jc w:val="center"/>
      </w:pPr>
      <w:r>
        <w:rPr>
          <w:rFonts w:ascii="Arial" w:hAnsi="Arial" w:cs="Arial"/>
          <w:color w:val="193460"/>
          <w:spacing w:val="40"/>
          <w:sz w:val="32"/>
          <w:szCs w:val="32"/>
        </w:rPr>
        <w:br w:type="column"/>
      </w:r>
      <w:r>
        <w:rPr>
          <w:rFonts w:ascii="Arial" w:hAnsi="Arial" w:cs="Arial"/>
          <w:color w:val="193460"/>
          <w:spacing w:val="40"/>
          <w:sz w:val="32"/>
          <w:szCs w:val="32"/>
        </w:rPr>
        <w:lastRenderedPageBreak/>
        <w:t>SZAKMAI TAPASZTALAT</w:t>
      </w:r>
    </w:p>
    <w:p w14:paraId="7DD82A53" w14:textId="77777777" w:rsidR="006C4366" w:rsidRDefault="0085293F" w:rsidP="006C4366">
      <w:pPr>
        <w:spacing w:after="0"/>
        <w:jc w:val="both"/>
        <w:rPr>
          <w:rFonts w:ascii="Manrope" w:hAnsi="Manrope"/>
          <w:color w:val="BEA671"/>
          <w:sz w:val="18"/>
          <w:szCs w:val="18"/>
        </w:rPr>
      </w:pPr>
      <w:r>
        <w:rPr>
          <w:noProof/>
          <w:lang w:eastAsia="hu-HU"/>
        </w:rPr>
        <w:drawing>
          <wp:anchor distT="0" distB="0" distL="114300" distR="114300" simplePos="0" relativeHeight="251770880" behindDoc="1" locked="0" layoutInCell="1" allowOverlap="1" wp14:anchorId="35051452" wp14:editId="1EE950A1">
            <wp:simplePos x="0" y="0"/>
            <wp:positionH relativeFrom="column">
              <wp:posOffset>4711700</wp:posOffset>
            </wp:positionH>
            <wp:positionV relativeFrom="paragraph">
              <wp:posOffset>57150</wp:posOffset>
            </wp:positionV>
            <wp:extent cx="354965" cy="168275"/>
            <wp:effectExtent l="0" t="0" r="635" b="0"/>
            <wp:wrapTight wrapText="bothSides">
              <wp:wrapPolygon edited="0">
                <wp:start x="10819" y="0"/>
                <wp:lineTo x="0" y="6521"/>
                <wp:lineTo x="0" y="13042"/>
                <wp:lineTo x="10819" y="19562"/>
                <wp:lineTo x="16229" y="19562"/>
                <wp:lineTo x="20866" y="11411"/>
                <wp:lineTo x="20866" y="8151"/>
                <wp:lineTo x="16229" y="0"/>
                <wp:lineTo x="10819" y="0"/>
              </wp:wrapPolygon>
            </wp:wrapTight>
            <wp:docPr id="60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965" cy="16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C4366">
        <w:rPr>
          <w:noProof/>
          <w:lang w:eastAsia="hu-HU"/>
        </w:rPr>
        <w:drawing>
          <wp:anchor distT="0" distB="0" distL="114300" distR="114300" simplePos="0" relativeHeight="251769856" behindDoc="0" locked="0" layoutInCell="1" allowOverlap="1" wp14:anchorId="77C6E4DC" wp14:editId="2446CADA">
            <wp:simplePos x="0" y="0"/>
            <wp:positionH relativeFrom="column">
              <wp:posOffset>0</wp:posOffset>
            </wp:positionH>
            <wp:positionV relativeFrom="paragraph">
              <wp:posOffset>57150</wp:posOffset>
            </wp:positionV>
            <wp:extent cx="354965" cy="139700"/>
            <wp:effectExtent l="0" t="0" r="635" b="0"/>
            <wp:wrapSquare wrapText="bothSides"/>
            <wp:docPr id="27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354965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C4366">
        <w:rPr>
          <w:rFonts w:ascii="Manrope" w:hAnsi="Manrope"/>
          <w:color w:val="BEA671"/>
          <w:sz w:val="18"/>
          <w:szCs w:val="18"/>
        </w:rPr>
        <w:t>________________________________________________________________________</w:t>
      </w:r>
    </w:p>
    <w:p w14:paraId="68DCA83D" w14:textId="77777777" w:rsidR="006C4366" w:rsidRPr="004A4E3D" w:rsidRDefault="006C4366" w:rsidP="006C4366">
      <w:pPr>
        <w:pStyle w:val="H2"/>
        <w:tabs>
          <w:tab w:val="left" w:pos="567"/>
        </w:tabs>
        <w:jc w:val="both"/>
        <w:rPr>
          <w:sz w:val="18"/>
          <w:szCs w:val="18"/>
        </w:rPr>
      </w:pPr>
    </w:p>
    <w:p w14:paraId="742F1030" w14:textId="77777777" w:rsidR="006C4366" w:rsidRPr="007B18FE" w:rsidRDefault="006C4366" w:rsidP="006C4366">
      <w:pPr>
        <w:pStyle w:val="H2"/>
        <w:tabs>
          <w:tab w:val="left" w:pos="567"/>
        </w:tabs>
        <w:jc w:val="both"/>
        <w:rPr>
          <w:sz w:val="24"/>
          <w:szCs w:val="24"/>
        </w:rPr>
      </w:pPr>
      <w:r w:rsidRPr="007B18FE">
        <w:rPr>
          <w:sz w:val="24"/>
          <w:szCs w:val="24"/>
        </w:rPr>
        <w:t xml:space="preserve">Szülési szabadság </w:t>
      </w:r>
      <w:r w:rsidRPr="007B18FE">
        <w:rPr>
          <w:sz w:val="24"/>
          <w:szCs w:val="24"/>
        </w:rPr>
        <w:tab/>
        <w:t>2017 – jelenleg</w:t>
      </w:r>
    </w:p>
    <w:p w14:paraId="4C8CEE15" w14:textId="77777777" w:rsidR="006C4366" w:rsidRPr="0066527B" w:rsidRDefault="006C4366" w:rsidP="006C4366">
      <w:pPr>
        <w:pStyle w:val="Folyszveg"/>
        <w:tabs>
          <w:tab w:val="left" w:pos="567"/>
        </w:tabs>
        <w:ind w:left="284"/>
        <w:jc w:val="both"/>
        <w:rPr>
          <w:sz w:val="22"/>
          <w:szCs w:val="22"/>
        </w:rPr>
      </w:pPr>
      <w:r w:rsidRPr="0066527B">
        <w:rPr>
          <w:sz w:val="22"/>
          <w:szCs w:val="22"/>
        </w:rPr>
        <w:t>2 kisgyermek édesanyja vagyok. Mind a ketten óvodás korúak, ezért szeretnék újra visszatérni a munka világába, ahol teljes értékű munkatársként számíthatnak rám. GYES alatt angol</w:t>
      </w:r>
      <w:r w:rsidR="00042B33">
        <w:rPr>
          <w:sz w:val="22"/>
          <w:szCs w:val="22"/>
        </w:rPr>
        <w:t xml:space="preserve"> </w:t>
      </w:r>
      <w:r w:rsidRPr="0066527B">
        <w:rPr>
          <w:sz w:val="22"/>
          <w:szCs w:val="22"/>
        </w:rPr>
        <w:t xml:space="preserve">tudásomat fejlesztettem, melyet jelenleg is folytatok heti 4 órában. </w:t>
      </w:r>
    </w:p>
    <w:p w14:paraId="55968427" w14:textId="77777777" w:rsidR="006C4366" w:rsidRPr="007B18FE" w:rsidRDefault="006C4366" w:rsidP="006C4366">
      <w:pPr>
        <w:pStyle w:val="H2"/>
        <w:tabs>
          <w:tab w:val="left" w:pos="567"/>
        </w:tabs>
        <w:jc w:val="both"/>
        <w:rPr>
          <w:sz w:val="24"/>
          <w:szCs w:val="24"/>
        </w:rPr>
      </w:pPr>
      <w:r w:rsidRPr="007B18FE">
        <w:rPr>
          <w:sz w:val="24"/>
          <w:szCs w:val="24"/>
        </w:rPr>
        <w:t xml:space="preserve">AXA BIZTOSÍTÓ ZRT. </w:t>
      </w:r>
      <w:r w:rsidRPr="007B18FE">
        <w:rPr>
          <w:sz w:val="24"/>
          <w:szCs w:val="24"/>
        </w:rPr>
        <w:tab/>
        <w:t>2012 – 2017</w:t>
      </w:r>
    </w:p>
    <w:p w14:paraId="0A58B4EC" w14:textId="77777777" w:rsidR="006C4366" w:rsidRPr="007B18FE" w:rsidRDefault="006C4366" w:rsidP="006C4366">
      <w:pPr>
        <w:pStyle w:val="H3"/>
        <w:tabs>
          <w:tab w:val="left" w:pos="567"/>
        </w:tabs>
        <w:jc w:val="both"/>
        <w:rPr>
          <w:sz w:val="24"/>
          <w:szCs w:val="24"/>
        </w:rPr>
      </w:pPr>
      <w:r w:rsidRPr="007B18FE">
        <w:rPr>
          <w:sz w:val="24"/>
          <w:szCs w:val="24"/>
        </w:rPr>
        <w:t>Szerződés menedzser</w:t>
      </w:r>
      <w:r w:rsidRPr="007B18FE">
        <w:rPr>
          <w:sz w:val="24"/>
          <w:szCs w:val="24"/>
        </w:rPr>
        <w:tab/>
        <w:t>2005 - 2012</w:t>
      </w:r>
    </w:p>
    <w:p w14:paraId="082172AB" w14:textId="77777777" w:rsidR="006C4366" w:rsidRPr="0066527B" w:rsidRDefault="006C4366" w:rsidP="006C4366">
      <w:pPr>
        <w:pStyle w:val="Folyszveg"/>
        <w:tabs>
          <w:tab w:val="left" w:pos="567"/>
        </w:tabs>
        <w:ind w:left="284"/>
        <w:jc w:val="both"/>
        <w:rPr>
          <w:sz w:val="22"/>
          <w:szCs w:val="22"/>
        </w:rPr>
      </w:pPr>
      <w:r w:rsidRPr="0066527B">
        <w:rPr>
          <w:sz w:val="22"/>
          <w:szCs w:val="22"/>
        </w:rPr>
        <w:t>Ebben a munkakörben több területen is átívelő munkát kellett végeznem. Főbb feladataim közé tartozott, az értékesítők munkájának segítése, ezen belül biztosítási díjkalkulációk készítése, egyeztetetése a kereskedelmi vezetővel. Biztosítási ajánlatok készítése, szerződések véglegesítése, IT rendszerben való rögzítése. Számos biztosítási szerződés vonatkozásában feladatom volt a biztosítottak pénzügyi osztályával, pénzügyi vezetőivel, ügyvezetésével való napi szintű kapcsolattartás, akár személyes találkozó keretein belül a szerződés működtetésének bemutatása. Pénzügyi adminisztratív teendőim közé tartozott a biztosítási és hitelvizsgálati díjak számlázása, fizetési felszólítások küldése, pénzügyi kimutatások készítése. A munkaköröm megkövetelte a társosztályokkal való szoros együttműködést, melyet szívesen láttam el.</w:t>
      </w:r>
    </w:p>
    <w:p w14:paraId="0638AEB1" w14:textId="77777777" w:rsidR="006C4366" w:rsidRPr="007B18FE" w:rsidRDefault="006C4366" w:rsidP="006C4366">
      <w:pPr>
        <w:pStyle w:val="H3"/>
        <w:tabs>
          <w:tab w:val="left" w:pos="567"/>
        </w:tabs>
        <w:jc w:val="both"/>
        <w:rPr>
          <w:sz w:val="24"/>
          <w:szCs w:val="24"/>
        </w:rPr>
      </w:pPr>
      <w:r w:rsidRPr="007B18FE">
        <w:rPr>
          <w:sz w:val="24"/>
          <w:szCs w:val="24"/>
        </w:rPr>
        <w:t>Hitelvizsgálati Back Office munkatárs</w:t>
      </w:r>
      <w:r w:rsidRPr="007B18FE">
        <w:rPr>
          <w:sz w:val="24"/>
          <w:szCs w:val="24"/>
        </w:rPr>
        <w:tab/>
        <w:t>2001 - 2005</w:t>
      </w:r>
    </w:p>
    <w:p w14:paraId="479261FD" w14:textId="77777777" w:rsidR="006C4366" w:rsidRPr="0066527B" w:rsidRDefault="006C4366" w:rsidP="006C4366">
      <w:pPr>
        <w:pStyle w:val="Folyszveg"/>
        <w:ind w:left="284"/>
        <w:rPr>
          <w:sz w:val="22"/>
          <w:szCs w:val="22"/>
        </w:rPr>
      </w:pPr>
      <w:r w:rsidRPr="0066527B">
        <w:rPr>
          <w:sz w:val="22"/>
          <w:szCs w:val="22"/>
        </w:rPr>
        <w:t>Munkaviszonyom első 4 évében back office munkatársként dolgoztam, ahol a hitelvizsgálati osztály munkafolyamatait támogattam. Ezt meghaladóan a cégcsoporton belül a hitelvizsgálati díjak számlázásért voltam felelős. Napi szinten kellett kapcsolatot tartanom a világ különböző pontjain tevékenykedő AXA Biztosító leányvállalatokkal.</w:t>
      </w:r>
    </w:p>
    <w:p w14:paraId="55C60EC2" w14:textId="77777777" w:rsidR="006C4366" w:rsidRPr="00E75B4F" w:rsidRDefault="006C4366" w:rsidP="006C4366">
      <w:pPr>
        <w:spacing w:after="0"/>
        <w:jc w:val="center"/>
      </w:pPr>
      <w:r>
        <w:rPr>
          <w:rFonts w:ascii="Arial" w:hAnsi="Arial" w:cs="Arial"/>
          <w:color w:val="193460"/>
          <w:spacing w:val="40"/>
          <w:sz w:val="32"/>
          <w:szCs w:val="32"/>
        </w:rPr>
        <w:t>TANULMÁNYOK</w:t>
      </w:r>
    </w:p>
    <w:p w14:paraId="2A311F3D" w14:textId="77777777" w:rsidR="006C4366" w:rsidRDefault="0085293F" w:rsidP="006C4366">
      <w:pPr>
        <w:spacing w:after="0"/>
        <w:jc w:val="both"/>
        <w:rPr>
          <w:rFonts w:ascii="Manrope" w:hAnsi="Manrope"/>
          <w:color w:val="BEA671"/>
          <w:sz w:val="18"/>
          <w:szCs w:val="18"/>
        </w:rPr>
      </w:pPr>
      <w:r>
        <w:rPr>
          <w:noProof/>
          <w:lang w:eastAsia="hu-HU"/>
        </w:rPr>
        <w:drawing>
          <wp:anchor distT="0" distB="0" distL="114300" distR="114300" simplePos="0" relativeHeight="251772928" behindDoc="1" locked="0" layoutInCell="1" allowOverlap="1" wp14:anchorId="4AE0DBA5" wp14:editId="2F57299A">
            <wp:simplePos x="0" y="0"/>
            <wp:positionH relativeFrom="column">
              <wp:posOffset>4711700</wp:posOffset>
            </wp:positionH>
            <wp:positionV relativeFrom="paragraph">
              <wp:posOffset>28575</wp:posOffset>
            </wp:positionV>
            <wp:extent cx="354965" cy="168275"/>
            <wp:effectExtent l="0" t="0" r="635" b="0"/>
            <wp:wrapTight wrapText="bothSides">
              <wp:wrapPolygon edited="0">
                <wp:start x="10819" y="0"/>
                <wp:lineTo x="0" y="6521"/>
                <wp:lineTo x="0" y="13042"/>
                <wp:lineTo x="10819" y="19562"/>
                <wp:lineTo x="16229" y="19562"/>
                <wp:lineTo x="20866" y="11411"/>
                <wp:lineTo x="20866" y="8151"/>
                <wp:lineTo x="16229" y="0"/>
                <wp:lineTo x="10819" y="0"/>
              </wp:wrapPolygon>
            </wp:wrapTight>
            <wp:docPr id="28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965" cy="16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C4366">
        <w:rPr>
          <w:noProof/>
          <w:lang w:eastAsia="hu-HU"/>
        </w:rPr>
        <w:drawing>
          <wp:anchor distT="0" distB="0" distL="114300" distR="114300" simplePos="0" relativeHeight="251771904" behindDoc="0" locked="0" layoutInCell="1" allowOverlap="1" wp14:anchorId="3DE3B88F" wp14:editId="642C27F4">
            <wp:simplePos x="0" y="0"/>
            <wp:positionH relativeFrom="column">
              <wp:posOffset>0</wp:posOffset>
            </wp:positionH>
            <wp:positionV relativeFrom="paragraph">
              <wp:posOffset>57150</wp:posOffset>
            </wp:positionV>
            <wp:extent cx="354965" cy="139700"/>
            <wp:effectExtent l="0" t="0" r="635" b="0"/>
            <wp:wrapSquare wrapText="bothSides"/>
            <wp:docPr id="29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354965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C4366">
        <w:rPr>
          <w:rFonts w:ascii="Manrope" w:hAnsi="Manrope"/>
          <w:color w:val="BEA671"/>
          <w:sz w:val="18"/>
          <w:szCs w:val="18"/>
        </w:rPr>
        <w:t>_____________________________________________________________________</w:t>
      </w:r>
      <w:r>
        <w:rPr>
          <w:rFonts w:ascii="Manrope" w:hAnsi="Manrope"/>
          <w:color w:val="BEA671"/>
          <w:sz w:val="18"/>
          <w:szCs w:val="18"/>
        </w:rPr>
        <w:t>__</w:t>
      </w:r>
      <w:r w:rsidR="006C4366">
        <w:rPr>
          <w:rFonts w:ascii="Manrope" w:hAnsi="Manrope"/>
          <w:color w:val="BEA671"/>
          <w:sz w:val="18"/>
          <w:szCs w:val="18"/>
        </w:rPr>
        <w:t>_</w:t>
      </w:r>
    </w:p>
    <w:p w14:paraId="39883D2E" w14:textId="77777777" w:rsidR="006C4366" w:rsidRPr="004A4E3D" w:rsidRDefault="006C4366" w:rsidP="006C4366">
      <w:pPr>
        <w:pStyle w:val="H2"/>
        <w:tabs>
          <w:tab w:val="left" w:pos="567"/>
        </w:tabs>
        <w:jc w:val="both"/>
        <w:rPr>
          <w:sz w:val="18"/>
          <w:szCs w:val="18"/>
        </w:rPr>
      </w:pPr>
    </w:p>
    <w:p w14:paraId="3A9FD545" w14:textId="77777777" w:rsidR="006C4366" w:rsidRPr="004A4E3D" w:rsidRDefault="006C4366" w:rsidP="006C4366">
      <w:pPr>
        <w:pStyle w:val="H2"/>
        <w:ind w:left="284"/>
        <w:rPr>
          <w:sz w:val="24"/>
          <w:szCs w:val="24"/>
        </w:rPr>
      </w:pPr>
      <w:r w:rsidRPr="004A4E3D">
        <w:rPr>
          <w:sz w:val="24"/>
          <w:szCs w:val="24"/>
        </w:rPr>
        <w:t>GYöngyösi főiskola Gazdasági és Társadalomtudományi Kar</w:t>
      </w:r>
    </w:p>
    <w:p w14:paraId="20C57D74" w14:textId="77777777" w:rsidR="006C4366" w:rsidRPr="004A4E3D" w:rsidRDefault="006C4366" w:rsidP="006C4366">
      <w:pPr>
        <w:pStyle w:val="H3"/>
        <w:ind w:left="284"/>
        <w:rPr>
          <w:sz w:val="22"/>
          <w:szCs w:val="22"/>
        </w:rPr>
      </w:pPr>
      <w:r w:rsidRPr="004A4E3D">
        <w:rPr>
          <w:sz w:val="22"/>
          <w:szCs w:val="22"/>
        </w:rPr>
        <w:t>Nemzetközi kapcsolatok szak</w:t>
      </w:r>
    </w:p>
    <w:p w14:paraId="536A8642" w14:textId="77777777" w:rsidR="006C4366" w:rsidRPr="00E75B4F" w:rsidRDefault="006C4366" w:rsidP="006C4366">
      <w:pPr>
        <w:spacing w:after="0"/>
        <w:jc w:val="center"/>
      </w:pPr>
      <w:r>
        <w:rPr>
          <w:rFonts w:ascii="Arial" w:hAnsi="Arial" w:cs="Arial"/>
          <w:color w:val="193460"/>
          <w:spacing w:val="40"/>
          <w:sz w:val="32"/>
          <w:szCs w:val="32"/>
        </w:rPr>
        <w:t>EGYÉB</w:t>
      </w:r>
    </w:p>
    <w:p w14:paraId="38AD77E1" w14:textId="77777777" w:rsidR="006C4366" w:rsidRDefault="0085293F" w:rsidP="006C4366">
      <w:pPr>
        <w:spacing w:after="0"/>
        <w:jc w:val="both"/>
        <w:rPr>
          <w:rFonts w:ascii="Manrope" w:hAnsi="Manrope"/>
          <w:color w:val="BEA671"/>
          <w:sz w:val="18"/>
          <w:szCs w:val="18"/>
        </w:rPr>
      </w:pPr>
      <w:r>
        <w:rPr>
          <w:noProof/>
          <w:lang w:eastAsia="hu-HU"/>
        </w:rPr>
        <w:drawing>
          <wp:anchor distT="0" distB="0" distL="114300" distR="114300" simplePos="0" relativeHeight="251774976" behindDoc="1" locked="0" layoutInCell="1" allowOverlap="1" wp14:anchorId="0D05ABF6" wp14:editId="2DA2BA8F">
            <wp:simplePos x="0" y="0"/>
            <wp:positionH relativeFrom="column">
              <wp:posOffset>4685665</wp:posOffset>
            </wp:positionH>
            <wp:positionV relativeFrom="paragraph">
              <wp:posOffset>57150</wp:posOffset>
            </wp:positionV>
            <wp:extent cx="354965" cy="168275"/>
            <wp:effectExtent l="0" t="0" r="635" b="0"/>
            <wp:wrapTight wrapText="bothSides">
              <wp:wrapPolygon edited="0">
                <wp:start x="10819" y="0"/>
                <wp:lineTo x="0" y="6521"/>
                <wp:lineTo x="0" y="13042"/>
                <wp:lineTo x="10819" y="19562"/>
                <wp:lineTo x="16229" y="19562"/>
                <wp:lineTo x="20866" y="11411"/>
                <wp:lineTo x="20866" y="8151"/>
                <wp:lineTo x="16229" y="0"/>
                <wp:lineTo x="10819" y="0"/>
              </wp:wrapPolygon>
            </wp:wrapTight>
            <wp:docPr id="30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965" cy="16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C4366">
        <w:rPr>
          <w:noProof/>
          <w:lang w:eastAsia="hu-HU"/>
        </w:rPr>
        <w:drawing>
          <wp:anchor distT="0" distB="0" distL="114300" distR="114300" simplePos="0" relativeHeight="251773952" behindDoc="0" locked="0" layoutInCell="1" allowOverlap="1" wp14:anchorId="56DBD0A5" wp14:editId="49E03BD5">
            <wp:simplePos x="0" y="0"/>
            <wp:positionH relativeFrom="column">
              <wp:posOffset>0</wp:posOffset>
            </wp:positionH>
            <wp:positionV relativeFrom="paragraph">
              <wp:posOffset>57150</wp:posOffset>
            </wp:positionV>
            <wp:extent cx="354965" cy="139700"/>
            <wp:effectExtent l="0" t="0" r="635" b="0"/>
            <wp:wrapSquare wrapText="bothSides"/>
            <wp:docPr id="34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354965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C4366">
        <w:rPr>
          <w:rFonts w:ascii="Manrope" w:hAnsi="Manrope"/>
          <w:color w:val="BEA671"/>
          <w:sz w:val="18"/>
          <w:szCs w:val="18"/>
        </w:rPr>
        <w:t>________________________________________________________________________</w:t>
      </w:r>
    </w:p>
    <w:p w14:paraId="71DCCDC6" w14:textId="77777777" w:rsidR="006C4366" w:rsidRPr="004A4E3D" w:rsidRDefault="006C4366" w:rsidP="006C4366">
      <w:pPr>
        <w:pStyle w:val="H2"/>
        <w:tabs>
          <w:tab w:val="left" w:pos="567"/>
        </w:tabs>
        <w:jc w:val="both"/>
        <w:rPr>
          <w:sz w:val="18"/>
          <w:szCs w:val="18"/>
        </w:rPr>
      </w:pPr>
    </w:p>
    <w:p w14:paraId="3ECF195E" w14:textId="77777777" w:rsidR="006C4366" w:rsidRPr="0066527B" w:rsidRDefault="006C4366" w:rsidP="006C4366">
      <w:pPr>
        <w:pStyle w:val="Felsorols1"/>
        <w:rPr>
          <w:rFonts w:ascii="Arial" w:hAnsi="Arial"/>
          <w:sz w:val="22"/>
          <w:szCs w:val="22"/>
        </w:rPr>
      </w:pPr>
      <w:r w:rsidRPr="0066527B">
        <w:rPr>
          <w:rFonts w:ascii="Arial" w:hAnsi="Arial"/>
          <w:sz w:val="22"/>
          <w:szCs w:val="22"/>
        </w:rPr>
        <w:t>Magabiztos MS Office és Excel ismeretek</w:t>
      </w:r>
    </w:p>
    <w:p w14:paraId="2A0D0F7B" w14:textId="77777777" w:rsidR="006C4366" w:rsidRPr="0066527B" w:rsidRDefault="006C4366" w:rsidP="006C4366">
      <w:pPr>
        <w:pStyle w:val="Felsorols1"/>
        <w:rPr>
          <w:rFonts w:ascii="Arial" w:hAnsi="Arial"/>
          <w:sz w:val="22"/>
          <w:szCs w:val="22"/>
        </w:rPr>
      </w:pPr>
      <w:r w:rsidRPr="0066527B">
        <w:rPr>
          <w:rFonts w:ascii="Arial" w:hAnsi="Arial"/>
          <w:sz w:val="22"/>
          <w:szCs w:val="22"/>
        </w:rPr>
        <w:t>Társalgási szintű német nyelvtudás (középfokú német nyelvvizsga)</w:t>
      </w:r>
    </w:p>
    <w:p w14:paraId="52179D7A" w14:textId="77777777" w:rsidR="00D62DFF" w:rsidRPr="0066527B" w:rsidRDefault="006C4366" w:rsidP="00F612C1">
      <w:pPr>
        <w:pStyle w:val="Felsorols1"/>
        <w:rPr>
          <w:rFonts w:ascii="Arial" w:hAnsi="Arial"/>
          <w:sz w:val="22"/>
          <w:szCs w:val="22"/>
        </w:rPr>
      </w:pPr>
      <w:r w:rsidRPr="0066527B">
        <w:rPr>
          <w:rFonts w:ascii="Arial" w:hAnsi="Arial"/>
          <w:sz w:val="22"/>
          <w:szCs w:val="22"/>
        </w:rPr>
        <w:t>Társalgási szintű angol nyelvtud</w:t>
      </w:r>
      <w:r w:rsidR="00F612C1" w:rsidRPr="0066527B">
        <w:rPr>
          <w:rFonts w:ascii="Arial" w:hAnsi="Arial"/>
          <w:sz w:val="22"/>
          <w:szCs w:val="22"/>
        </w:rPr>
        <w:t>ás</w:t>
      </w:r>
    </w:p>
    <w:sectPr w:rsidR="00D62DFF" w:rsidRPr="0066527B" w:rsidSect="00F612C1">
      <w:type w:val="continuous"/>
      <w:pgSz w:w="11900" w:h="16840"/>
      <w:pgMar w:top="720" w:right="720" w:bottom="816" w:left="720" w:header="284" w:footer="709" w:gutter="0"/>
      <w:cols w:num="2" w:space="284" w:equalWidth="0">
        <w:col w:w="2835" w:space="284"/>
        <w:col w:w="7341"/>
      </w:cols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47C4E4" w14:textId="77777777" w:rsidR="00350D2C" w:rsidRDefault="00350D2C" w:rsidP="00840169">
      <w:pPr>
        <w:spacing w:after="0" w:line="240" w:lineRule="auto"/>
      </w:pPr>
      <w:r>
        <w:separator/>
      </w:r>
    </w:p>
  </w:endnote>
  <w:endnote w:type="continuationSeparator" w:id="0">
    <w:p w14:paraId="49720C2D" w14:textId="77777777" w:rsidR="00350D2C" w:rsidRDefault="00350D2C" w:rsidP="00840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hivo Light">
    <w:altName w:val="Calibri"/>
    <w:charset w:val="4D"/>
    <w:family w:val="auto"/>
    <w:pitch w:val="variable"/>
    <w:sig w:usb0="2000000F" w:usb1="00000001" w:usb2="00000000" w:usb3="00000000" w:csb0="00000193" w:csb1="00000000"/>
  </w:font>
  <w:font w:name="Manrope">
    <w:altName w:val="Calibri"/>
    <w:panose1 w:val="00000000000000000000"/>
    <w:charset w:val="4D"/>
    <w:family w:val="auto"/>
    <w:notTrueType/>
    <w:pitch w:val="variable"/>
    <w:sig w:usb0="00000207" w:usb1="00000000" w:usb2="00000000" w:usb3="00000000" w:csb0="00000097" w:csb1="00000000"/>
  </w:font>
  <w:font w:name="Chivo">
    <w:altName w:val="Calibri"/>
    <w:charset w:val="4D"/>
    <w:family w:val="auto"/>
    <w:pitch w:val="variable"/>
    <w:sig w:usb0="2000000F" w:usb1="00000001" w:usb2="00000000" w:usb3="00000000" w:csb0="00000193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63CF07" w14:textId="77777777" w:rsidR="00350D2C" w:rsidRDefault="00350D2C" w:rsidP="00840169">
      <w:pPr>
        <w:spacing w:after="0" w:line="240" w:lineRule="auto"/>
      </w:pPr>
      <w:r>
        <w:separator/>
      </w:r>
    </w:p>
  </w:footnote>
  <w:footnote w:type="continuationSeparator" w:id="0">
    <w:p w14:paraId="3AD55B3F" w14:textId="77777777" w:rsidR="00350D2C" w:rsidRDefault="00350D2C" w:rsidP="00840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AB6AD7" w14:textId="77777777" w:rsidR="00840169" w:rsidRDefault="00840169">
    <w:pPr>
      <w:pStyle w:val="lfej"/>
    </w:pPr>
  </w:p>
  <w:p w14:paraId="502E8E19" w14:textId="77777777" w:rsidR="00840169" w:rsidRDefault="00840169">
    <w:pPr>
      <w:pStyle w:val="lfej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A1ABA"/>
    <w:multiLevelType w:val="hybridMultilevel"/>
    <w:tmpl w:val="5E60E7B2"/>
    <w:lvl w:ilvl="0" w:tplc="079E8B7C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21127"/>
    <w:multiLevelType w:val="hybridMultilevel"/>
    <w:tmpl w:val="5DF4C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F83C61"/>
    <w:multiLevelType w:val="hybridMultilevel"/>
    <w:tmpl w:val="264A3BA0"/>
    <w:lvl w:ilvl="0" w:tplc="BE8CAFF8">
      <w:start w:val="1"/>
      <w:numFmt w:val="bullet"/>
      <w:lvlText w:val=""/>
      <w:lvlJc w:val="left"/>
      <w:pPr>
        <w:ind w:left="417" w:hanging="360"/>
      </w:pPr>
      <w:rPr>
        <w:rFonts w:ascii="Symbol" w:hAnsi="Symbol" w:hint="default"/>
        <w:color w:val="BEA67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5862B4"/>
    <w:multiLevelType w:val="hybridMultilevel"/>
    <w:tmpl w:val="DF067D50"/>
    <w:lvl w:ilvl="0" w:tplc="F348C998">
      <w:start w:val="1"/>
      <w:numFmt w:val="bullet"/>
      <w:lvlText w:val=""/>
      <w:lvlJc w:val="left"/>
      <w:pPr>
        <w:ind w:left="454" w:hanging="341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347E78"/>
    <w:multiLevelType w:val="hybridMultilevel"/>
    <w:tmpl w:val="2482FD66"/>
    <w:lvl w:ilvl="0" w:tplc="F1B8CF0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00CFF"/>
    <w:multiLevelType w:val="hybridMultilevel"/>
    <w:tmpl w:val="9816F390"/>
    <w:lvl w:ilvl="0" w:tplc="594E8916">
      <w:start w:val="1"/>
      <w:numFmt w:val="bullet"/>
      <w:pStyle w:val="Felsorols1"/>
      <w:lvlText w:val=""/>
      <w:lvlJc w:val="left"/>
      <w:pPr>
        <w:ind w:left="340" w:hanging="283"/>
      </w:pPr>
      <w:rPr>
        <w:rFonts w:ascii="Symbol" w:hAnsi="Symbol" w:hint="default"/>
        <w:color w:val="BEA67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B90604"/>
    <w:multiLevelType w:val="hybridMultilevel"/>
    <w:tmpl w:val="2AA66B9C"/>
    <w:lvl w:ilvl="0" w:tplc="B7E0B5E0">
      <w:start w:val="1"/>
      <w:numFmt w:val="bullet"/>
      <w:lvlText w:val=""/>
      <w:lvlJc w:val="left"/>
      <w:pPr>
        <w:ind w:left="340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E50C99"/>
    <w:multiLevelType w:val="hybridMultilevel"/>
    <w:tmpl w:val="EC8C5D24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D14828"/>
    <w:multiLevelType w:val="hybridMultilevel"/>
    <w:tmpl w:val="E8629D46"/>
    <w:lvl w:ilvl="0" w:tplc="0409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3"/>
  </w:num>
  <w:num w:numId="5">
    <w:abstractNumId w:val="8"/>
  </w:num>
  <w:num w:numId="6">
    <w:abstractNumId w:val="6"/>
  </w:num>
  <w:num w:numId="7">
    <w:abstractNumId w:val="0"/>
  </w:num>
  <w:num w:numId="8">
    <w:abstractNumId w:val="5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1"/>
  <w:attachedTemplate r:id="rId1"/>
  <w:defaultTabStop w:val="10206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E10"/>
    <w:rsid w:val="0000271A"/>
    <w:rsid w:val="000328A1"/>
    <w:rsid w:val="00042B33"/>
    <w:rsid w:val="000478B5"/>
    <w:rsid w:val="00050DE4"/>
    <w:rsid w:val="00082262"/>
    <w:rsid w:val="00086158"/>
    <w:rsid w:val="001349B0"/>
    <w:rsid w:val="0015782A"/>
    <w:rsid w:val="0016273C"/>
    <w:rsid w:val="001706FD"/>
    <w:rsid w:val="0017567D"/>
    <w:rsid w:val="00180612"/>
    <w:rsid w:val="001B4158"/>
    <w:rsid w:val="001B5ECC"/>
    <w:rsid w:val="001D6D4B"/>
    <w:rsid w:val="001E094E"/>
    <w:rsid w:val="00204CAB"/>
    <w:rsid w:val="002072A1"/>
    <w:rsid w:val="00215E8A"/>
    <w:rsid w:val="002448DB"/>
    <w:rsid w:val="00256259"/>
    <w:rsid w:val="002D31D5"/>
    <w:rsid w:val="002E136B"/>
    <w:rsid w:val="0031128D"/>
    <w:rsid w:val="00350D2C"/>
    <w:rsid w:val="00355351"/>
    <w:rsid w:val="00376EAD"/>
    <w:rsid w:val="00390E10"/>
    <w:rsid w:val="003F3444"/>
    <w:rsid w:val="00400497"/>
    <w:rsid w:val="00405CC6"/>
    <w:rsid w:val="0041327A"/>
    <w:rsid w:val="00425F23"/>
    <w:rsid w:val="00427A7B"/>
    <w:rsid w:val="00443300"/>
    <w:rsid w:val="0044427C"/>
    <w:rsid w:val="00446F75"/>
    <w:rsid w:val="00465D98"/>
    <w:rsid w:val="004846D3"/>
    <w:rsid w:val="004C5FC3"/>
    <w:rsid w:val="00501571"/>
    <w:rsid w:val="0051412C"/>
    <w:rsid w:val="0052479E"/>
    <w:rsid w:val="00537E9F"/>
    <w:rsid w:val="005846BA"/>
    <w:rsid w:val="00587672"/>
    <w:rsid w:val="005A163F"/>
    <w:rsid w:val="005B4787"/>
    <w:rsid w:val="005D7A41"/>
    <w:rsid w:val="005E5C63"/>
    <w:rsid w:val="0063264F"/>
    <w:rsid w:val="0063766B"/>
    <w:rsid w:val="00661115"/>
    <w:rsid w:val="0066527B"/>
    <w:rsid w:val="00680241"/>
    <w:rsid w:val="006A7525"/>
    <w:rsid w:val="006C35A7"/>
    <w:rsid w:val="006C4366"/>
    <w:rsid w:val="006C5888"/>
    <w:rsid w:val="006E4CC9"/>
    <w:rsid w:val="0073131A"/>
    <w:rsid w:val="00741945"/>
    <w:rsid w:val="00771628"/>
    <w:rsid w:val="007913CF"/>
    <w:rsid w:val="007A17FD"/>
    <w:rsid w:val="007A6F01"/>
    <w:rsid w:val="007C0C28"/>
    <w:rsid w:val="007E4218"/>
    <w:rsid w:val="007F6D64"/>
    <w:rsid w:val="00835D7B"/>
    <w:rsid w:val="00840169"/>
    <w:rsid w:val="00841CF2"/>
    <w:rsid w:val="0085293F"/>
    <w:rsid w:val="008646FF"/>
    <w:rsid w:val="00872FEC"/>
    <w:rsid w:val="008760EE"/>
    <w:rsid w:val="008A490A"/>
    <w:rsid w:val="008B2370"/>
    <w:rsid w:val="008C0ABF"/>
    <w:rsid w:val="00901CDD"/>
    <w:rsid w:val="009509FA"/>
    <w:rsid w:val="00971B4F"/>
    <w:rsid w:val="00984001"/>
    <w:rsid w:val="009901E5"/>
    <w:rsid w:val="00994A52"/>
    <w:rsid w:val="009E7505"/>
    <w:rsid w:val="00A03F74"/>
    <w:rsid w:val="00A5368C"/>
    <w:rsid w:val="00A60B4D"/>
    <w:rsid w:val="00A968B9"/>
    <w:rsid w:val="00AA36C6"/>
    <w:rsid w:val="00AE3F00"/>
    <w:rsid w:val="00B25464"/>
    <w:rsid w:val="00B93E47"/>
    <w:rsid w:val="00BA75FA"/>
    <w:rsid w:val="00BC0D5B"/>
    <w:rsid w:val="00BC26E8"/>
    <w:rsid w:val="00BE49A4"/>
    <w:rsid w:val="00C00EB7"/>
    <w:rsid w:val="00C90A72"/>
    <w:rsid w:val="00CD4152"/>
    <w:rsid w:val="00CF193B"/>
    <w:rsid w:val="00CF4BDD"/>
    <w:rsid w:val="00D019BE"/>
    <w:rsid w:val="00D047BC"/>
    <w:rsid w:val="00D27447"/>
    <w:rsid w:val="00D47E57"/>
    <w:rsid w:val="00D62DFF"/>
    <w:rsid w:val="00D6726A"/>
    <w:rsid w:val="00D70984"/>
    <w:rsid w:val="00D710A5"/>
    <w:rsid w:val="00D71AF0"/>
    <w:rsid w:val="00DA145B"/>
    <w:rsid w:val="00DB5C68"/>
    <w:rsid w:val="00DB7781"/>
    <w:rsid w:val="00DC0065"/>
    <w:rsid w:val="00DC7C90"/>
    <w:rsid w:val="00DF7E9F"/>
    <w:rsid w:val="00E12C79"/>
    <w:rsid w:val="00E42E44"/>
    <w:rsid w:val="00E4415D"/>
    <w:rsid w:val="00E645F5"/>
    <w:rsid w:val="00E76F08"/>
    <w:rsid w:val="00E83934"/>
    <w:rsid w:val="00E86BF9"/>
    <w:rsid w:val="00ED674B"/>
    <w:rsid w:val="00F278EF"/>
    <w:rsid w:val="00F41205"/>
    <w:rsid w:val="00F51873"/>
    <w:rsid w:val="00F612C1"/>
    <w:rsid w:val="00F801D0"/>
    <w:rsid w:val="00F9162B"/>
    <w:rsid w:val="00FB1688"/>
    <w:rsid w:val="00FD358B"/>
    <w:rsid w:val="00FD79DB"/>
    <w:rsid w:val="00FF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E5154E"/>
  <w15:chartTrackingRefBased/>
  <w15:docId w15:val="{BEEDFD5A-19FB-1447-A1EB-84751A8E3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">
    <w:name w:val="Normal"/>
    <w:qFormat/>
    <w:rsid w:val="00D019BE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-Pozci">
    <w:name w:val="Cím - Pozíció"/>
    <w:qFormat/>
    <w:rsid w:val="00086158"/>
    <w:pPr>
      <w:spacing w:before="120" w:after="120"/>
      <w:ind w:left="27"/>
      <w:jc w:val="center"/>
    </w:pPr>
    <w:rPr>
      <w:rFonts w:ascii="Arial" w:eastAsia="Calibri" w:hAnsi="Arial" w:cs="Arial"/>
      <w:caps/>
      <w:color w:val="D0B57B"/>
      <w:spacing w:val="40"/>
    </w:rPr>
  </w:style>
  <w:style w:type="character" w:styleId="Hiperhivatkozs">
    <w:name w:val="Hyperlink"/>
    <w:basedOn w:val="Bekezdsalapbettpusa"/>
    <w:uiPriority w:val="99"/>
    <w:unhideWhenUsed/>
    <w:rsid w:val="00840169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unhideWhenUsed/>
    <w:rsid w:val="00840169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84016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40169"/>
    <w:rPr>
      <w:rFonts w:ascii="Calibri" w:eastAsia="Calibri" w:hAnsi="Calibri" w:cs="Times New Roman"/>
      <w:sz w:val="22"/>
      <w:szCs w:val="22"/>
    </w:rPr>
  </w:style>
  <w:style w:type="paragraph" w:customStyle="1" w:styleId="Alcm-Nv">
    <w:name w:val="Alcím - Név"/>
    <w:next w:val="Alcm"/>
    <w:qFormat/>
    <w:rsid w:val="00086158"/>
    <w:pPr>
      <w:spacing w:before="120" w:after="120"/>
      <w:jc w:val="center"/>
    </w:pPr>
    <w:rPr>
      <w:rFonts w:ascii="Arial" w:eastAsia="Calibri" w:hAnsi="Arial" w:cs="Arial"/>
      <w:caps/>
      <w:color w:val="D0B57B"/>
      <w:spacing w:val="60"/>
      <w:sz w:val="40"/>
      <w:szCs w:val="40"/>
    </w:rPr>
  </w:style>
  <w:style w:type="paragraph" w:customStyle="1" w:styleId="H1">
    <w:name w:val="H1"/>
    <w:qFormat/>
    <w:rsid w:val="00901CDD"/>
    <w:pPr>
      <w:pBdr>
        <w:bottom w:val="single" w:sz="4" w:space="6" w:color="BEA671"/>
      </w:pBdr>
      <w:spacing w:before="360" w:after="240"/>
      <w:ind w:left="-142" w:right="20"/>
      <w:jc w:val="center"/>
    </w:pPr>
    <w:rPr>
      <w:rFonts w:ascii="Arial" w:eastAsia="Calibri" w:hAnsi="Arial" w:cs="Arial"/>
      <w:caps/>
      <w:noProof/>
      <w:color w:val="263F5F"/>
      <w:spacing w:val="40"/>
    </w:rPr>
  </w:style>
  <w:style w:type="paragraph" w:styleId="Alcm">
    <w:name w:val="Subtitle"/>
    <w:basedOn w:val="Norml"/>
    <w:next w:val="Norml"/>
    <w:link w:val="AlcmChar"/>
    <w:uiPriority w:val="11"/>
    <w:qFormat/>
    <w:rsid w:val="0063766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63766B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Mrltotthiperhivatkozs">
    <w:name w:val="FollowedHyperlink"/>
    <w:basedOn w:val="Bekezdsalapbettpusa"/>
    <w:uiPriority w:val="99"/>
    <w:semiHidden/>
    <w:unhideWhenUsed/>
    <w:rsid w:val="00835D7B"/>
    <w:rPr>
      <w:color w:val="954F72" w:themeColor="followedHyperlink"/>
      <w:u w:val="single"/>
    </w:rPr>
  </w:style>
  <w:style w:type="paragraph" w:customStyle="1" w:styleId="Folyszveg">
    <w:name w:val="Folyószöveg"/>
    <w:qFormat/>
    <w:rsid w:val="00901CDD"/>
    <w:pPr>
      <w:spacing w:after="120" w:line="276" w:lineRule="auto"/>
    </w:pPr>
    <w:rPr>
      <w:rFonts w:ascii="Arial" w:eastAsia="Calibri" w:hAnsi="Arial" w:cs="Arial"/>
      <w:color w:val="263F5F"/>
      <w:sz w:val="20"/>
      <w:szCs w:val="20"/>
    </w:rPr>
  </w:style>
  <w:style w:type="paragraph" w:customStyle="1" w:styleId="Felsorols1">
    <w:name w:val="Felsorolás1"/>
    <w:basedOn w:val="Folyszveg"/>
    <w:qFormat/>
    <w:rsid w:val="00A5368C"/>
    <w:pPr>
      <w:numPr>
        <w:numId w:val="8"/>
      </w:numPr>
    </w:pPr>
    <w:rPr>
      <w:rFonts w:ascii="Chivo Light" w:hAnsi="Chivo Light"/>
    </w:rPr>
  </w:style>
  <w:style w:type="paragraph" w:customStyle="1" w:styleId="H2">
    <w:name w:val="H2"/>
    <w:qFormat/>
    <w:rsid w:val="00A5368C"/>
    <w:pPr>
      <w:tabs>
        <w:tab w:val="right" w:pos="10206"/>
      </w:tabs>
      <w:spacing w:after="120"/>
    </w:pPr>
    <w:rPr>
      <w:rFonts w:ascii="Arial" w:eastAsia="Calibri" w:hAnsi="Arial" w:cs="Arial"/>
      <w:caps/>
      <w:color w:val="263F5F"/>
      <w:spacing w:val="20"/>
      <w:sz w:val="22"/>
      <w:szCs w:val="22"/>
    </w:rPr>
  </w:style>
  <w:style w:type="paragraph" w:customStyle="1" w:styleId="H3">
    <w:name w:val="H3"/>
    <w:basedOn w:val="H2"/>
    <w:qFormat/>
    <w:rsid w:val="00A5368C"/>
    <w:rPr>
      <w:caps w:val="0"/>
      <w:noProof/>
      <w:color w:val="AF9766"/>
      <w:spacing w:val="10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90E10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0E10"/>
    <w:rPr>
      <w:rFonts w:ascii="Times New Roman" w:eastAsia="Calibri" w:hAnsi="Times New Roman" w:cs="Times New Roman"/>
      <w:sz w:val="18"/>
      <w:szCs w:val="18"/>
    </w:rPr>
  </w:style>
  <w:style w:type="table" w:styleId="Rcsostblzat">
    <w:name w:val="Table Grid"/>
    <w:basedOn w:val="Normltblzat"/>
    <w:uiPriority w:val="39"/>
    <w:rsid w:val="00C90A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dzet1">
    <w:name w:val="Idézet1"/>
    <w:qFormat/>
    <w:rsid w:val="00086158"/>
    <w:pPr>
      <w:spacing w:after="240" w:line="300" w:lineRule="auto"/>
    </w:pPr>
    <w:rPr>
      <w:rFonts w:ascii="Arial" w:eastAsia="Calibri" w:hAnsi="Arial" w:cs="Arial"/>
      <w:i/>
      <w:iCs/>
      <w:color w:val="263F5F"/>
      <w:sz w:val="20"/>
      <w:szCs w:val="20"/>
    </w:rPr>
  </w:style>
  <w:style w:type="paragraph" w:customStyle="1" w:styleId="Idzet-Szerz">
    <w:name w:val="Idézet - Szerző"/>
    <w:basedOn w:val="Folyszveg"/>
    <w:qFormat/>
    <w:rsid w:val="004004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png"/><Relationship Id="rId12" Type="http://schemas.openxmlformats.org/officeDocument/2006/relationships/image" Target="media/image3.svg"/><Relationship Id="rId13" Type="http://schemas.openxmlformats.org/officeDocument/2006/relationships/image" Target="media/image3.png"/><Relationship Id="rId14" Type="http://schemas.openxmlformats.org/officeDocument/2006/relationships/image" Target="media/image5.svg"/><Relationship Id="rId15" Type="http://schemas.openxmlformats.org/officeDocument/2006/relationships/image" Target="media/image4.pn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kiss.anita.flora@gmail.com" TargetMode="External"/><Relationship Id="rId8" Type="http://schemas.openxmlformats.org/officeDocument/2006/relationships/hyperlink" Target="mailto:kiss.anita.flora@gmail.com" TargetMode="External"/><Relationship Id="rId9" Type="http://schemas.openxmlformats.org/officeDocument/2006/relationships/image" Target="media/image1.jpeg"/><Relationship Id="rId10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arpaff/Documents/work/Jobsolver/Print%20Design/Gerilla%20O&#776;ne&#769;letrajz%20Sablonok/Sablonok/1_Sablon/1_Sablon_1_hasab_fenykep_nelku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1_Sablon_1_hasab_fenykep_nelkul.dotx</Template>
  <TotalTime>5</TotalTime>
  <Pages>2</Pages>
  <Words>636</Words>
  <Characters>4390</Characters>
  <Application>Microsoft Macintosh Word</Application>
  <DocSecurity>0</DocSecurity>
  <Lines>36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Ede Máger</cp:lastModifiedBy>
  <cp:revision>5</cp:revision>
  <cp:lastPrinted>2019-10-30T16:30:00Z</cp:lastPrinted>
  <dcterms:created xsi:type="dcterms:W3CDTF">2019-11-21T10:09:00Z</dcterms:created>
  <dcterms:modified xsi:type="dcterms:W3CDTF">2020-05-13T08:53:00Z</dcterms:modified>
</cp:coreProperties>
</file>